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021A8" w14:textId="77777777" w:rsidR="000719BB" w:rsidRDefault="000719BB" w:rsidP="006C2343">
      <w:pPr>
        <w:pStyle w:val="Titul2"/>
      </w:pPr>
    </w:p>
    <w:p w14:paraId="2A47EEE4" w14:textId="77777777" w:rsidR="003254A3" w:rsidRPr="00C86ACD" w:rsidRDefault="00FD501F" w:rsidP="006C2343">
      <w:pPr>
        <w:pStyle w:val="Titul2"/>
      </w:pPr>
      <w:r w:rsidRPr="00C86ACD">
        <w:t>Příloha č. 3 c)</w:t>
      </w:r>
    </w:p>
    <w:p w14:paraId="24A477E6" w14:textId="77777777" w:rsidR="003254A3" w:rsidRPr="00C86ACD" w:rsidRDefault="003254A3" w:rsidP="00AD0C7B">
      <w:pPr>
        <w:pStyle w:val="Titul2"/>
      </w:pPr>
    </w:p>
    <w:p w14:paraId="54986894" w14:textId="77777777" w:rsidR="00AD0C7B" w:rsidRPr="00C86ACD" w:rsidRDefault="00FD501F" w:rsidP="006C2343">
      <w:pPr>
        <w:pStyle w:val="Titul1"/>
      </w:pPr>
      <w:r w:rsidRPr="00C86ACD">
        <w:t xml:space="preserve">Zvláštní </w:t>
      </w:r>
      <w:r w:rsidR="00AD0C7B" w:rsidRPr="00C86ACD">
        <w:t>technické podmínky</w:t>
      </w:r>
    </w:p>
    <w:p w14:paraId="75F0CE2E" w14:textId="77777777" w:rsidR="00AD0C7B" w:rsidRPr="00C86ACD" w:rsidRDefault="00AD0C7B" w:rsidP="00EB46E5">
      <w:pPr>
        <w:pStyle w:val="Titul2"/>
      </w:pPr>
    </w:p>
    <w:p w14:paraId="3222A170" w14:textId="6D9A1348" w:rsidR="00FD501F" w:rsidRPr="00C86ACD" w:rsidRDefault="007218BD" w:rsidP="007218BD">
      <w:pPr>
        <w:pStyle w:val="Tituldatum"/>
        <w:rPr>
          <w:b/>
          <w:sz w:val="32"/>
          <w:szCs w:val="32"/>
        </w:rPr>
      </w:pPr>
      <w:r w:rsidRPr="00C86ACD">
        <w:rPr>
          <w:b/>
          <w:sz w:val="32"/>
          <w:szCs w:val="32"/>
        </w:rPr>
        <w:br/>
      </w:r>
      <w:r w:rsidR="00991A73" w:rsidRPr="00C86ACD">
        <w:rPr>
          <w:b/>
          <w:sz w:val="32"/>
          <w:szCs w:val="32"/>
        </w:rPr>
        <w:t>D</w:t>
      </w:r>
      <w:r w:rsidR="00FD501F" w:rsidRPr="00C86ACD">
        <w:rPr>
          <w:b/>
          <w:sz w:val="32"/>
          <w:szCs w:val="32"/>
        </w:rPr>
        <w:t xml:space="preserve">okumentace pro </w:t>
      </w:r>
      <w:r w:rsidR="00991A73" w:rsidRPr="00C86ACD">
        <w:rPr>
          <w:b/>
          <w:sz w:val="32"/>
          <w:szCs w:val="32"/>
        </w:rPr>
        <w:t xml:space="preserve">společné </w:t>
      </w:r>
      <w:r w:rsidR="00FD501F" w:rsidRPr="00C86ACD">
        <w:rPr>
          <w:b/>
          <w:sz w:val="32"/>
          <w:szCs w:val="32"/>
        </w:rPr>
        <w:t>povolení</w:t>
      </w:r>
      <w:r w:rsidR="003D598B" w:rsidRPr="00C86ACD">
        <w:rPr>
          <w:b/>
          <w:sz w:val="32"/>
          <w:szCs w:val="32"/>
        </w:rPr>
        <w:t>,</w:t>
      </w:r>
      <w:r w:rsidR="00FD501F" w:rsidRPr="00C86ACD">
        <w:rPr>
          <w:b/>
          <w:sz w:val="32"/>
          <w:szCs w:val="32"/>
        </w:rPr>
        <w:t xml:space="preserve"> </w:t>
      </w:r>
      <w:r w:rsidR="00E82C07" w:rsidRPr="00C86ACD">
        <w:rPr>
          <w:b/>
          <w:sz w:val="32"/>
          <w:szCs w:val="32"/>
        </w:rPr>
        <w:br/>
      </w:r>
      <w:r w:rsidR="00FD501F" w:rsidRPr="00C86ACD">
        <w:rPr>
          <w:b/>
          <w:sz w:val="32"/>
          <w:szCs w:val="32"/>
        </w:rPr>
        <w:t>Projektová dokumentace pro provádění stavby</w:t>
      </w:r>
      <w:r w:rsidR="003D598B" w:rsidRPr="00C86ACD">
        <w:rPr>
          <w:b/>
          <w:sz w:val="32"/>
          <w:szCs w:val="32"/>
        </w:rPr>
        <w:t xml:space="preserve"> a </w:t>
      </w:r>
      <w:r w:rsidR="00873E95" w:rsidRPr="00C86ACD">
        <w:rPr>
          <w:b/>
          <w:sz w:val="32"/>
          <w:szCs w:val="32"/>
        </w:rPr>
        <w:t>D</w:t>
      </w:r>
      <w:r w:rsidRPr="00C86ACD">
        <w:rPr>
          <w:b/>
          <w:sz w:val="32"/>
          <w:szCs w:val="32"/>
        </w:rPr>
        <w:t>ozor</w:t>
      </w:r>
      <w:r w:rsidR="00873E95" w:rsidRPr="00C86ACD">
        <w:rPr>
          <w:b/>
          <w:sz w:val="32"/>
          <w:szCs w:val="32"/>
        </w:rPr>
        <w:t xml:space="preserve"> projektanta</w:t>
      </w:r>
    </w:p>
    <w:p w14:paraId="759820B9" w14:textId="77777777" w:rsidR="00BF07F6" w:rsidRPr="00C86ACD" w:rsidRDefault="00BF07F6" w:rsidP="00FD501F">
      <w:pPr>
        <w:pStyle w:val="Titul2"/>
      </w:pPr>
    </w:p>
    <w:p w14:paraId="682C4DA5" w14:textId="77777777" w:rsidR="00FD501F" w:rsidRPr="00C86ACD" w:rsidRDefault="00FD501F" w:rsidP="00FD501F">
      <w:pPr>
        <w:pStyle w:val="Titul2"/>
      </w:pPr>
    </w:p>
    <w:p w14:paraId="341717F8" w14:textId="49FA287A" w:rsidR="0006702B" w:rsidRPr="00C86ACD" w:rsidRDefault="0099521F" w:rsidP="007218BD">
      <w:pPr>
        <w:pStyle w:val="Tituldatum"/>
      </w:pPr>
      <w:r w:rsidRPr="00C86ACD">
        <w:rPr>
          <w:rStyle w:val="Nzevakce"/>
        </w:rPr>
        <w:t>Náhrada přejezdu P5041 v km 12,055 trati Přelouč - Prachovice</w:t>
      </w:r>
    </w:p>
    <w:p w14:paraId="74FF5D95" w14:textId="77777777" w:rsidR="00807E58" w:rsidRPr="00C86ACD" w:rsidRDefault="00807E58" w:rsidP="007218BD">
      <w:pPr>
        <w:pStyle w:val="Tituldatum"/>
      </w:pPr>
    </w:p>
    <w:p w14:paraId="03B60AD4" w14:textId="7756039B" w:rsidR="00B507F3" w:rsidRPr="00C86ACD" w:rsidRDefault="006C2343" w:rsidP="006C2343">
      <w:pPr>
        <w:pStyle w:val="Tituldatum"/>
      </w:pPr>
      <w:r w:rsidRPr="00C86ACD">
        <w:t xml:space="preserve">Datum vydání: </w:t>
      </w:r>
      <w:r w:rsidRPr="00C86ACD">
        <w:tab/>
      </w:r>
      <w:r w:rsidR="0084756B" w:rsidRPr="00C86ACD">
        <w:t>1</w:t>
      </w:r>
      <w:r w:rsidR="007E692B" w:rsidRPr="00C86ACD">
        <w:t>7</w:t>
      </w:r>
      <w:r w:rsidR="00875F3F" w:rsidRPr="00C86ACD">
        <w:t xml:space="preserve">. </w:t>
      </w:r>
      <w:r w:rsidR="00CD7A7E" w:rsidRPr="00C86ACD">
        <w:t>1</w:t>
      </w:r>
      <w:r w:rsidR="00875F3F" w:rsidRPr="00C86ACD">
        <w:t>. 202</w:t>
      </w:r>
      <w:r w:rsidR="007E692B" w:rsidRPr="00C86ACD">
        <w:t>4</w:t>
      </w:r>
    </w:p>
    <w:p w14:paraId="477B110B" w14:textId="1E7F00F9" w:rsidR="00DB0562" w:rsidRPr="00C86ACD" w:rsidRDefault="00826B7B" w:rsidP="003D598B">
      <w:pPr>
        <w:pStyle w:val="Titul1"/>
      </w:pPr>
      <w:r w:rsidRPr="00C86ACD">
        <w:br w:type="page"/>
      </w:r>
    </w:p>
    <w:p w14:paraId="5749B54D" w14:textId="77777777" w:rsidR="00BD7E91" w:rsidRPr="00C86ACD" w:rsidRDefault="00BD7E91" w:rsidP="00B101FD">
      <w:pPr>
        <w:pStyle w:val="Nadpisbezsl1-1"/>
      </w:pPr>
      <w:r w:rsidRPr="00C86ACD">
        <w:lastRenderedPageBreak/>
        <w:t>Obsah</w:t>
      </w:r>
      <w:r w:rsidR="00887F36" w:rsidRPr="00C86ACD">
        <w:t xml:space="preserve"> </w:t>
      </w:r>
    </w:p>
    <w:p w14:paraId="52F7B402" w14:textId="49ED6098" w:rsidR="004F488C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C86ACD">
        <w:fldChar w:fldCharType="begin"/>
      </w:r>
      <w:r w:rsidRPr="00C86ACD">
        <w:instrText xml:space="preserve"> TOC \o "1-2" \h \z \u </w:instrText>
      </w:r>
      <w:r w:rsidRPr="00C86ACD">
        <w:fldChar w:fldCharType="separate"/>
      </w:r>
      <w:hyperlink w:anchor="_Toc157152367" w:history="1">
        <w:r w:rsidR="004F488C" w:rsidRPr="000C5D7B">
          <w:rPr>
            <w:rStyle w:val="Hypertextovodkaz"/>
          </w:rPr>
          <w:t>SEZNAM ZKRATEK</w:t>
        </w:r>
        <w:r w:rsidR="004F488C">
          <w:rPr>
            <w:noProof/>
            <w:webHidden/>
          </w:rPr>
          <w:tab/>
        </w:r>
        <w:r w:rsidR="004F488C">
          <w:rPr>
            <w:noProof/>
            <w:webHidden/>
          </w:rPr>
          <w:fldChar w:fldCharType="begin"/>
        </w:r>
        <w:r w:rsidR="004F488C">
          <w:rPr>
            <w:noProof/>
            <w:webHidden/>
          </w:rPr>
          <w:instrText xml:space="preserve"> PAGEREF _Toc157152367 \h </w:instrText>
        </w:r>
        <w:r w:rsidR="004F488C">
          <w:rPr>
            <w:noProof/>
            <w:webHidden/>
          </w:rPr>
        </w:r>
        <w:r w:rsidR="004F488C">
          <w:rPr>
            <w:noProof/>
            <w:webHidden/>
          </w:rPr>
          <w:fldChar w:fldCharType="separate"/>
        </w:r>
        <w:r w:rsidR="00017F8E">
          <w:rPr>
            <w:noProof/>
            <w:webHidden/>
          </w:rPr>
          <w:t>2</w:t>
        </w:r>
        <w:r w:rsidR="004F488C">
          <w:rPr>
            <w:noProof/>
            <w:webHidden/>
          </w:rPr>
          <w:fldChar w:fldCharType="end"/>
        </w:r>
      </w:hyperlink>
    </w:p>
    <w:p w14:paraId="03C19BCE" w14:textId="6BB3A17D" w:rsidR="004F488C" w:rsidRDefault="004F488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152368" w:history="1">
        <w:r w:rsidRPr="000C5D7B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C5D7B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_Toc157152368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F8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582D09B" w14:textId="77F7B4EB" w:rsidR="004F488C" w:rsidRDefault="004F488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152369" w:history="1">
        <w:r w:rsidRPr="000C5D7B">
          <w:rPr>
            <w:rStyle w:val="Hypertextovodkaz"/>
          </w:rPr>
          <w:t>1.1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C5D7B">
          <w:rPr>
            <w:rStyle w:val="Hypertextovodkaz"/>
          </w:rPr>
          <w:t>Předmět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_Toc157152369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F8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6898892" w14:textId="7EEF6237" w:rsidR="004F488C" w:rsidRDefault="004F488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152370" w:history="1">
        <w:r w:rsidRPr="000C5D7B">
          <w:rPr>
            <w:rStyle w:val="Hypertextovodkaz"/>
          </w:rPr>
          <w:t>1.2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C5D7B">
          <w:rPr>
            <w:rStyle w:val="Hypertextovodkaz"/>
          </w:rPr>
          <w:t>Rozsah a členění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_Toc157152370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F8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5494712" w14:textId="1BFCD872" w:rsidR="004F488C" w:rsidRDefault="004F488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152371" w:history="1">
        <w:r w:rsidRPr="000C5D7B">
          <w:rPr>
            <w:rStyle w:val="Hypertextovodkaz"/>
          </w:rPr>
          <w:t>1.3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C5D7B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_Toc157152371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F8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7384519" w14:textId="2EB3D0BC" w:rsidR="004F488C" w:rsidRDefault="004F488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152372" w:history="1">
        <w:r w:rsidRPr="000C5D7B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C5D7B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_Toc157152372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F8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4BF9578" w14:textId="27152282" w:rsidR="004F488C" w:rsidRDefault="004F488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152373" w:history="1">
        <w:r w:rsidRPr="000C5D7B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C5D7B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_Toc157152373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F8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4D5D7B6" w14:textId="65F94091" w:rsidR="004F488C" w:rsidRDefault="004F488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152374" w:history="1">
        <w:r w:rsidRPr="000C5D7B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C5D7B">
          <w:rPr>
            <w:rStyle w:val="Hypertextovodkaz"/>
          </w:rPr>
          <w:t>POŽADAVKY NA TECHNICKÉ ŘEŠENÍ 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_Toc157152374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F8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AC14705" w14:textId="713933FB" w:rsidR="004F488C" w:rsidRDefault="004F488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152375" w:history="1">
        <w:r w:rsidRPr="000C5D7B">
          <w:rPr>
            <w:rStyle w:val="Hypertextovodkaz"/>
          </w:rPr>
          <w:t>4.1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C5D7B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_Toc157152375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F8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3CE65DB" w14:textId="29E7638C" w:rsidR="004F488C" w:rsidRDefault="004F488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152376" w:history="1">
        <w:r w:rsidRPr="000C5D7B">
          <w:rPr>
            <w:rStyle w:val="Hypertextovodkaz"/>
          </w:rPr>
          <w:t>4.2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C5D7B">
          <w:rPr>
            <w:rStyle w:val="Hypertextovodkaz"/>
          </w:rPr>
          <w:t>Zabezpečovací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_Toc157152376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F8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02650A2" w14:textId="0F6634FA" w:rsidR="004F488C" w:rsidRDefault="004F488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152377" w:history="1">
        <w:r w:rsidRPr="000C5D7B">
          <w:rPr>
            <w:rStyle w:val="Hypertextovodkaz"/>
          </w:rPr>
          <w:t>4.3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C5D7B">
          <w:rPr>
            <w:rStyle w:val="Hypertextovodkaz"/>
          </w:rPr>
          <w:t>Silnoproudá technologie včetně DŘT, trakční a energetická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_Toc157152377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F8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8F03B08" w14:textId="45B4B0D8" w:rsidR="004F488C" w:rsidRDefault="004F488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152378" w:history="1">
        <w:r w:rsidRPr="000C5D7B">
          <w:rPr>
            <w:rStyle w:val="Hypertextovodkaz"/>
          </w:rPr>
          <w:t>4.4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C5D7B">
          <w:rPr>
            <w:rStyle w:val="Hypertextovodkaz"/>
          </w:rPr>
          <w:t>Železniční přejezdy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_Toc157152378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F8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315761F" w14:textId="1F626A5E" w:rsidR="004F488C" w:rsidRDefault="004F488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152379" w:history="1">
        <w:r w:rsidRPr="000C5D7B">
          <w:rPr>
            <w:rStyle w:val="Hypertextovodkaz"/>
          </w:rPr>
          <w:t>4.5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C5D7B">
          <w:rPr>
            <w:rStyle w:val="Hypertextovodkaz"/>
          </w:rPr>
          <w:t>Ostatní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_Toc157152379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F8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96189C3" w14:textId="5392C463" w:rsidR="004F488C" w:rsidRDefault="004F488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152380" w:history="1">
        <w:r w:rsidRPr="000C5D7B">
          <w:rPr>
            <w:rStyle w:val="Hypertextovodkaz"/>
          </w:rPr>
          <w:t>4.6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C5D7B">
          <w:rPr>
            <w:rStyle w:val="Hypertextovodkaz"/>
          </w:rPr>
          <w:t>Zásady organizace výstavby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_Toc157152380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F8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DEEB31D" w14:textId="459FC1F2" w:rsidR="004F488C" w:rsidRDefault="004F488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152381" w:history="1">
        <w:r w:rsidRPr="000C5D7B">
          <w:rPr>
            <w:rStyle w:val="Hypertextovodkaz"/>
          </w:rPr>
          <w:t>4.7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C5D7B">
          <w:rPr>
            <w:rStyle w:val="Hypertextovodkaz"/>
          </w:rPr>
          <w:t>Geodetická dokumentace (Geodetický podklad pro projektovou činnost zpracovaný podle jiných právních předpisů)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_Toc157152381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F8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95A3EFE" w14:textId="635A1757" w:rsidR="004F488C" w:rsidRDefault="004F488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152382" w:history="1">
        <w:r w:rsidRPr="000C5D7B">
          <w:rPr>
            <w:rStyle w:val="Hypertextovodkaz"/>
          </w:rPr>
          <w:t>4.8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C5D7B">
          <w:rPr>
            <w:rStyle w:val="Hypertextovodkaz"/>
          </w:rPr>
          <w:t>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_Toc157152382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F8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62F7FD8" w14:textId="7CDF5FB0" w:rsidR="004F488C" w:rsidRDefault="004F488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152383" w:history="1">
        <w:r w:rsidRPr="000C5D7B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C5D7B">
          <w:rPr>
            <w:rStyle w:val="Hypertextovodkaz"/>
          </w:rPr>
          <w:t>SPECIFICKÉ POŽADAVKY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_Toc157152383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F8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7487F0D" w14:textId="27C57B00" w:rsidR="004F488C" w:rsidRDefault="004F488C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152384" w:history="1">
        <w:r w:rsidRPr="000C5D7B">
          <w:rPr>
            <w:rStyle w:val="Hypertextovodkaz"/>
          </w:rPr>
          <w:t>5.1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C5D7B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_Toc157152384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F8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33ED9AF" w14:textId="1E8938B5" w:rsidR="004F488C" w:rsidRDefault="004F488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152385" w:history="1">
        <w:r w:rsidRPr="000C5D7B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C5D7B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_Toc157152385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F8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D31DEC0" w14:textId="73CE92C4" w:rsidR="004F488C" w:rsidRDefault="004F488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152386" w:history="1">
        <w:r w:rsidRPr="000C5D7B">
          <w:rPr>
            <w:rStyle w:val="Hypertextovodkaz"/>
          </w:rPr>
          <w:t>7.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C5D7B">
          <w:rPr>
            <w:rStyle w:val="Hypertextovodkaz"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_Toc157152386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17F8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57A0156" w14:textId="6D3B2CDC" w:rsidR="00AD0C7B" w:rsidRPr="00C86ACD" w:rsidRDefault="00BD7E91" w:rsidP="008D03B9">
      <w:r w:rsidRPr="00C86ACD">
        <w:fldChar w:fldCharType="end"/>
      </w:r>
    </w:p>
    <w:p w14:paraId="00D4CDC6" w14:textId="77777777" w:rsidR="00DB0562" w:rsidRPr="00C86ACD" w:rsidRDefault="00AD0C7B" w:rsidP="00DB0562">
      <w:pPr>
        <w:pStyle w:val="Nadpisbezsl1-1"/>
        <w:outlineLvl w:val="0"/>
      </w:pPr>
      <w:bookmarkStart w:id="0" w:name="_Toc157152367"/>
      <w:r w:rsidRPr="00C86ACD">
        <w:t>SEZNAM ZKRATEK</w:t>
      </w:r>
      <w:bookmarkEnd w:id="0"/>
      <w:r w:rsidR="0076790E" w:rsidRPr="00C86ACD">
        <w:t xml:space="preserve"> </w:t>
      </w:r>
    </w:p>
    <w:p w14:paraId="7EE6E331" w14:textId="77777777" w:rsidR="00DB0562" w:rsidRPr="00C86ACD" w:rsidRDefault="00DB0562" w:rsidP="00DB0562">
      <w:pPr>
        <w:pStyle w:val="Textbezslovn"/>
        <w:ind w:left="0"/>
        <w:rPr>
          <w:rStyle w:val="Tun"/>
        </w:rPr>
      </w:pPr>
      <w:r w:rsidRPr="00C86ACD">
        <w:rPr>
          <w:rStyle w:val="Tun"/>
        </w:rPr>
        <w:t>Není-li v těchto ZTP výslovně uvedeno jinak, mají zkratky použité v těchto ZTP význam definovaný ve V</w:t>
      </w:r>
      <w:r w:rsidR="007359AF" w:rsidRPr="00C86ACD">
        <w:rPr>
          <w:rStyle w:val="Tun"/>
        </w:rPr>
        <w:t>TP</w:t>
      </w:r>
      <w:r w:rsidRPr="00C86ACD">
        <w:rPr>
          <w:rStyle w:val="Tun"/>
        </w:rPr>
        <w:t>.</w:t>
      </w:r>
      <w:r w:rsidR="007359AF" w:rsidRPr="00C86ACD">
        <w:rPr>
          <w:rStyle w:val="Tun"/>
        </w:rPr>
        <w:t xml:space="preserve"> </w:t>
      </w:r>
      <w:r w:rsidR="007359AF" w:rsidRPr="00C86ACD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41F46" w:rsidRPr="00C86ACD" w14:paraId="44207EF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A6CCD4" w14:textId="32FF2A37" w:rsidR="00541F46" w:rsidRPr="00C86ACD" w:rsidRDefault="00541F46" w:rsidP="00541F46">
            <w:pPr>
              <w:pStyle w:val="Zkratky1"/>
            </w:pPr>
            <w:r w:rsidRPr="00C86ACD">
              <w:t xml:space="preserve">PZS </w:t>
            </w:r>
            <w:r w:rsidRPr="00C86ACD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C0CDA52" w14:textId="5366384F" w:rsidR="00541F46" w:rsidRPr="00C86ACD" w:rsidRDefault="00541F46" w:rsidP="00541F46">
            <w:pPr>
              <w:pStyle w:val="Zkratky2"/>
            </w:pPr>
            <w:r w:rsidRPr="00C86ACD">
              <w:t>Přejezdové zabezpečovací zařízení světelné</w:t>
            </w:r>
          </w:p>
        </w:tc>
      </w:tr>
      <w:tr w:rsidR="00541F46" w:rsidRPr="00C86ACD" w14:paraId="183B0991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B48BD9" w14:textId="5812BBF6" w:rsidR="00541F46" w:rsidRPr="00C86ACD" w:rsidRDefault="00541F46" w:rsidP="00541F46">
            <w:pPr>
              <w:pStyle w:val="Zkratky1"/>
            </w:pPr>
            <w:r w:rsidRPr="00C86ACD">
              <w:t xml:space="preserve">DOSS </w:t>
            </w:r>
            <w:r w:rsidRPr="00C86ACD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65D8CE" w14:textId="5F4E1730" w:rsidR="00541F46" w:rsidRPr="00C86ACD" w:rsidRDefault="00541F46" w:rsidP="00541F46">
            <w:pPr>
              <w:pStyle w:val="Zkratky2"/>
            </w:pPr>
            <w:r w:rsidRPr="00C86ACD">
              <w:t>Dotčené orgány státní správy</w:t>
            </w:r>
          </w:p>
        </w:tc>
      </w:tr>
      <w:tr w:rsidR="00541F46" w:rsidRPr="00C86ACD" w14:paraId="11CA456F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EAB208" w14:textId="12D03AFD" w:rsidR="00541F46" w:rsidRPr="00C86ACD" w:rsidRDefault="00541F46" w:rsidP="00541F46">
            <w:pPr>
              <w:pStyle w:val="Zkratky1"/>
            </w:pPr>
            <w:r w:rsidRPr="00C86ACD">
              <w:t xml:space="preserve">ŽDC </w:t>
            </w:r>
            <w:r w:rsidRPr="00C86ACD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BCA9C8" w14:textId="4835C274" w:rsidR="00541F46" w:rsidRPr="00C86ACD" w:rsidRDefault="00541F46" w:rsidP="00541F46">
            <w:pPr>
              <w:pStyle w:val="Zkratky2"/>
            </w:pPr>
            <w:r w:rsidRPr="00C86ACD">
              <w:t>Železniční dopravní cesta</w:t>
            </w:r>
          </w:p>
        </w:tc>
      </w:tr>
      <w:tr w:rsidR="00541F46" w:rsidRPr="00C86ACD" w14:paraId="419ACEC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7D67CC2" w14:textId="5171B228" w:rsidR="00541F46" w:rsidRPr="00C86ACD" w:rsidRDefault="00541F46" w:rsidP="00541F46">
            <w:pPr>
              <w:pStyle w:val="Zkratky1"/>
            </w:pPr>
            <w:r w:rsidRPr="00C86ACD">
              <w:t xml:space="preserve">AZI </w:t>
            </w:r>
            <w:r w:rsidRPr="00C86ACD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7CD241" w14:textId="11CC9674" w:rsidR="00541F46" w:rsidRPr="00C86ACD" w:rsidRDefault="00541F46" w:rsidP="00541F46">
            <w:pPr>
              <w:pStyle w:val="Zkratky2"/>
            </w:pPr>
            <w:r w:rsidRPr="00C86ACD">
              <w:t>Autorizovaný zeměměřický inženýr (dříve ÚOZI)</w:t>
            </w:r>
          </w:p>
        </w:tc>
      </w:tr>
      <w:tr w:rsidR="00541F46" w:rsidRPr="00C86ACD" w14:paraId="2BB84061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AFC3103" w14:textId="70B4A586" w:rsidR="00541F46" w:rsidRPr="00C86ACD" w:rsidRDefault="00541F46" w:rsidP="00541F46">
            <w:pPr>
              <w:pStyle w:val="Zkratky1"/>
            </w:pPr>
            <w:r w:rsidRPr="00C86ACD">
              <w:t>NSZ</w:t>
            </w:r>
            <w:r w:rsidRPr="00C86ACD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F1362D" w14:textId="5D3EE729" w:rsidR="00541F46" w:rsidRPr="00C86ACD" w:rsidRDefault="00541F46" w:rsidP="00541F46">
            <w:pPr>
              <w:pStyle w:val="Zkratky2"/>
            </w:pPr>
            <w:r w:rsidRPr="00C86ACD">
              <w:t>Nový stavební zákon - zákon č. 283/2021 Sb., stavební zákon, ve znění účinném od 1. 1. 2024</w:t>
            </w:r>
          </w:p>
        </w:tc>
      </w:tr>
    </w:tbl>
    <w:p w14:paraId="568A8F85" w14:textId="77777777" w:rsidR="00826B7B" w:rsidRPr="00C86ACD" w:rsidRDefault="00826B7B">
      <w:r w:rsidRPr="00C86ACD">
        <w:br w:type="page"/>
      </w:r>
    </w:p>
    <w:p w14:paraId="1CB0C9B2" w14:textId="77777777" w:rsidR="00FD501F" w:rsidRPr="00C86ACD" w:rsidRDefault="00FD501F" w:rsidP="00A134F8">
      <w:pPr>
        <w:pStyle w:val="Nadpis2-1"/>
      </w:pPr>
      <w:bookmarkStart w:id="1" w:name="_Toc389559699"/>
      <w:bookmarkStart w:id="2" w:name="_Toc397429847"/>
      <w:bookmarkStart w:id="3" w:name="_Ref433028040"/>
      <w:bookmarkStart w:id="4" w:name="_Toc1048197"/>
      <w:bookmarkStart w:id="5" w:name="_Toc157152368"/>
      <w:r w:rsidRPr="00C86ACD">
        <w:lastRenderedPageBreak/>
        <w:t>SPECIFIKACE PŘEDMĚTU DÍLA</w:t>
      </w:r>
      <w:bookmarkEnd w:id="5"/>
    </w:p>
    <w:p w14:paraId="4536661D" w14:textId="77777777" w:rsidR="00FD501F" w:rsidRPr="00C86ACD" w:rsidDel="00FB05B2" w:rsidRDefault="00A836EC" w:rsidP="00DB0562">
      <w:pPr>
        <w:pStyle w:val="Nadpis2-2"/>
      </w:pPr>
      <w:bookmarkStart w:id="6" w:name="_Toc157152369"/>
      <w:r w:rsidRPr="00C86ACD" w:rsidDel="00FB05B2">
        <w:t xml:space="preserve">Předmět </w:t>
      </w:r>
      <w:r w:rsidR="00FD501F" w:rsidRPr="00C86ACD" w:rsidDel="00FB05B2">
        <w:t>díla</w:t>
      </w:r>
      <w:bookmarkEnd w:id="6"/>
    </w:p>
    <w:p w14:paraId="52F84611" w14:textId="39446E47" w:rsidR="00FD501F" w:rsidRPr="00C86ACD" w:rsidDel="00FB05B2" w:rsidRDefault="00FD501F" w:rsidP="002B1F20">
      <w:pPr>
        <w:pStyle w:val="Text2-1"/>
      </w:pPr>
      <w:r w:rsidRPr="00C86ACD" w:rsidDel="00FB05B2">
        <w:t xml:space="preserve">Předmětem </w:t>
      </w:r>
      <w:r w:rsidR="00A836EC" w:rsidRPr="00C86ACD" w:rsidDel="00FB05B2">
        <w:t>D</w:t>
      </w:r>
      <w:r w:rsidRPr="00C86ACD" w:rsidDel="00FB05B2">
        <w:t xml:space="preserve">íla </w:t>
      </w:r>
      <w:r w:rsidR="002B1F20" w:rsidRPr="00C86ACD" w:rsidDel="00FB05B2">
        <w:t>„</w:t>
      </w:r>
      <w:r w:rsidR="0099521F" w:rsidRPr="00C86ACD">
        <w:rPr>
          <w:rStyle w:val="Tun"/>
        </w:rPr>
        <w:t>Náhrada přejezdu P5041 v km 12,055 trati Přelouč - Prachovice</w:t>
      </w:r>
      <w:r w:rsidR="002B1F20" w:rsidRPr="00C86ACD" w:rsidDel="00FB05B2">
        <w:t xml:space="preserve">“ </w:t>
      </w:r>
      <w:r w:rsidRPr="00C86ACD" w:rsidDel="00FB05B2">
        <w:t>je</w:t>
      </w:r>
      <w:r w:rsidR="002B1F20" w:rsidRPr="00C86ACD" w:rsidDel="00FB05B2">
        <w:t>:</w:t>
      </w:r>
      <w:r w:rsidR="000E6E13" w:rsidRPr="00C86ACD" w:rsidDel="00FB05B2">
        <w:t xml:space="preserve"> </w:t>
      </w:r>
    </w:p>
    <w:p w14:paraId="4CB071C2" w14:textId="1268D53C" w:rsidR="00541F46" w:rsidRPr="00C86ACD" w:rsidDel="00FB05B2" w:rsidRDefault="00541F46" w:rsidP="00541F46">
      <w:pPr>
        <w:pStyle w:val="Odstavec1-1a"/>
      </w:pPr>
      <w:r w:rsidRPr="00C86ACD" w:rsidDel="00FB05B2">
        <w:rPr>
          <w:b/>
        </w:rPr>
        <w:t>Zhotovení Projektové</w:t>
      </w:r>
      <w:r w:rsidRPr="00C86ACD" w:rsidDel="00FB05B2">
        <w:t xml:space="preserve"> </w:t>
      </w:r>
      <w:r w:rsidRPr="00C86ACD" w:rsidDel="00FB05B2">
        <w:rPr>
          <w:b/>
        </w:rPr>
        <w:t>d</w:t>
      </w:r>
      <w:r w:rsidRPr="00C86ACD" w:rsidDel="00FB05B2">
        <w:rPr>
          <w:rStyle w:val="Tun"/>
        </w:rPr>
        <w:t>okumentace pro společné</w:t>
      </w:r>
      <w:r w:rsidR="00CD4C1A" w:rsidRPr="00C86ACD">
        <w:rPr>
          <w:rStyle w:val="Tun"/>
        </w:rPr>
        <w:t xml:space="preserve"> povolení</w:t>
      </w:r>
      <w:r w:rsidRPr="00C86ACD" w:rsidDel="00FB05B2">
        <w:rPr>
          <w:rStyle w:val="Tun"/>
        </w:rPr>
        <w:t>,</w:t>
      </w:r>
      <w:r w:rsidRPr="00C86ACD">
        <w:rPr>
          <w:rStyle w:val="Tun"/>
          <w:b w:val="0"/>
        </w:rPr>
        <w:t xml:space="preserve"> </w:t>
      </w:r>
      <w:r w:rsidRPr="00C86ACD" w:rsidDel="00FB05B2">
        <w:rPr>
          <w:rStyle w:val="Tun"/>
          <w:b w:val="0"/>
        </w:rPr>
        <w:t>která specifikuje předmět Díla v takovém rozsahu, aby ji bylo možno projednat v</w:t>
      </w:r>
      <w:r w:rsidRPr="00C86ACD">
        <w:rPr>
          <w:rStyle w:val="Tun"/>
          <w:b w:val="0"/>
        </w:rPr>
        <w:t> </w:t>
      </w:r>
      <w:r w:rsidRPr="00C86ACD" w:rsidDel="00FB05B2">
        <w:rPr>
          <w:rStyle w:val="Tun"/>
          <w:b w:val="0"/>
        </w:rPr>
        <w:t>řízení</w:t>
      </w:r>
      <w:r w:rsidRPr="00C86ACD">
        <w:rPr>
          <w:rStyle w:val="Tun"/>
          <w:b w:val="0"/>
        </w:rPr>
        <w:t xml:space="preserve"> o povolení záměru</w:t>
      </w:r>
      <w:r w:rsidRPr="00C86ACD" w:rsidDel="00FB05B2">
        <w:rPr>
          <w:rStyle w:val="Tun"/>
          <w:b w:val="0"/>
        </w:rPr>
        <w:t xml:space="preserve">, získat pravomocné </w:t>
      </w:r>
      <w:r w:rsidRPr="00C86ACD">
        <w:rPr>
          <w:rStyle w:val="Tun"/>
          <w:b w:val="0"/>
        </w:rPr>
        <w:t>povolení záměru dle zákona č. 283/2021 Sb., stavební zákon, účinného od 1. 1. 2024 (dále jen „NSZ“),</w:t>
      </w:r>
      <w:r w:rsidRPr="00C86ACD">
        <w:rPr>
          <w:rStyle w:val="Tun"/>
        </w:rPr>
        <w:t xml:space="preserve"> </w:t>
      </w:r>
      <w:r w:rsidRPr="00C86ACD" w:rsidDel="00FB05B2">
        <w:t>včetně notifikace autorizovanou osobou, zajištění výkonu Autorského dozoru při zhotovení stavby a činností koordinátora BOZP při práci na staveništi ve fázi přípravy včetně zpracování plánu BOZP na staveništi a manuálu údržby.</w:t>
      </w:r>
    </w:p>
    <w:p w14:paraId="2808EDB4" w14:textId="77777777" w:rsidR="00541F46" w:rsidRPr="00C86ACD" w:rsidDel="00FB05B2" w:rsidRDefault="00541F46" w:rsidP="00541F46">
      <w:pPr>
        <w:pStyle w:val="Odstavec1-1a"/>
      </w:pPr>
      <w:r w:rsidRPr="00C86ACD" w:rsidDel="00FB05B2">
        <w:rPr>
          <w:rStyle w:val="Tun"/>
        </w:rPr>
        <w:t>Zpracování a podání žádosti o</w:t>
      </w:r>
      <w:r w:rsidRPr="00C86ACD" w:rsidDel="00FB05B2">
        <w:t xml:space="preserve"> </w:t>
      </w:r>
      <w:r w:rsidRPr="00C86ACD" w:rsidDel="00FB05B2">
        <w:rPr>
          <w:rStyle w:val="Tun"/>
        </w:rPr>
        <w:t xml:space="preserve">vydání </w:t>
      </w:r>
      <w:r w:rsidRPr="00C86ACD">
        <w:rPr>
          <w:rStyle w:val="Tun"/>
        </w:rPr>
        <w:t xml:space="preserve">povolení záměru </w:t>
      </w:r>
      <w:r w:rsidRPr="00C86ACD">
        <w:rPr>
          <w:rStyle w:val="Tun"/>
          <w:b w:val="0"/>
        </w:rPr>
        <w:t>dle NSZ</w:t>
      </w:r>
      <w:r w:rsidRPr="00C86ACD">
        <w:t xml:space="preserve">, </w:t>
      </w:r>
      <w:r w:rsidRPr="00C86ACD" w:rsidDel="00FB05B2">
        <w:t xml:space="preserve">včetně všech vyžadovaných podkladů, jejímž výsledkem bude vydání </w:t>
      </w:r>
      <w:r w:rsidRPr="00C86ACD">
        <w:t>povolení záměru</w:t>
      </w:r>
      <w:r w:rsidRPr="00C86ACD" w:rsidDel="00FB05B2">
        <w:t>. Zhotovitel bude spolupracovat při vydání příslušných rozhodnutí do nabytí jejich právní moci (v</w:t>
      </w:r>
      <w:r w:rsidRPr="00C86ACD">
        <w:t> </w:t>
      </w:r>
      <w:r w:rsidRPr="00C86ACD" w:rsidDel="00FB05B2">
        <w:t>případě odevzdání neúplné žádosti, přerušení z důvodů chybějících nebo vadně zpracovaných podkladů se jedná o vadu Díla).</w:t>
      </w:r>
    </w:p>
    <w:p w14:paraId="32E25EFF" w14:textId="77777777" w:rsidR="00BF58D1" w:rsidRPr="00C86ACD" w:rsidRDefault="00BF58D1" w:rsidP="002B1F20">
      <w:pPr>
        <w:pStyle w:val="Odstavec1-1a"/>
      </w:pPr>
      <w:r w:rsidRPr="00C86ACD" w:rsidDel="00FB05B2">
        <w:rPr>
          <w:b/>
        </w:rPr>
        <w:t>Zhotovení Projektové d</w:t>
      </w:r>
      <w:r w:rsidRPr="00C86ACD" w:rsidDel="00FB05B2">
        <w:rPr>
          <w:rStyle w:val="Tun"/>
        </w:rPr>
        <w:t>okumentace pro provádění stavby</w:t>
      </w:r>
      <w:r w:rsidRPr="00C86ACD" w:rsidDel="00FB05B2">
        <w:t>, která rozpracuje a vymezí požadavky na stavbu do podrobností, které specifikují předmět Díla v takovém rozsahu, aby byla podkladem pro výběrové řízení na zhotovení stavby,</w:t>
      </w:r>
    </w:p>
    <w:p w14:paraId="565ABAB3" w14:textId="77777777" w:rsidR="00873E95" w:rsidRPr="00C86ACD" w:rsidDel="00FB05B2" w:rsidRDefault="00873E95" w:rsidP="00873E95">
      <w:pPr>
        <w:pStyle w:val="Odstavec1-1a"/>
        <w:rPr>
          <w:b/>
          <w:bCs/>
        </w:rPr>
      </w:pPr>
      <w:r w:rsidRPr="00C86ACD">
        <w:rPr>
          <w:b/>
          <w:bCs/>
        </w:rPr>
        <w:t xml:space="preserve">Výkon Dozoru projektanta. </w:t>
      </w:r>
    </w:p>
    <w:p w14:paraId="44B808CE" w14:textId="77777777" w:rsidR="00795D15" w:rsidRPr="00C86ACD" w:rsidDel="00FB05B2" w:rsidRDefault="00795D15" w:rsidP="00795D15">
      <w:pPr>
        <w:pStyle w:val="Text2-1"/>
      </w:pPr>
      <w:r w:rsidRPr="00C86ACD" w:rsidDel="00FB05B2">
        <w:rPr>
          <w:rStyle w:val="Tun-ZRUIT"/>
        </w:rPr>
        <w:t>Dále uváděný pojem „</w:t>
      </w:r>
      <w:r w:rsidRPr="00C86ACD" w:rsidDel="00FB05B2">
        <w:rPr>
          <w:rStyle w:val="Tun"/>
        </w:rPr>
        <w:t>Dokumentace</w:t>
      </w:r>
      <w:r w:rsidRPr="00C86ACD" w:rsidDel="00FB05B2">
        <w:rPr>
          <w:rStyle w:val="Tun-ZRUIT"/>
        </w:rPr>
        <w:t>“ v těchto ZTP se rozumí zpracování příslušného stupně dokumentace / projektové dokumentace dle povahy Díla.</w:t>
      </w:r>
    </w:p>
    <w:p w14:paraId="63369EE0" w14:textId="50ACF13F" w:rsidR="002B1F20" w:rsidRPr="00C86ACD" w:rsidDel="00FB05B2" w:rsidRDefault="002B1F20" w:rsidP="002B1F20">
      <w:pPr>
        <w:pStyle w:val="Text2-1"/>
      </w:pPr>
      <w:r w:rsidRPr="00C86ACD" w:rsidDel="00FB05B2">
        <w:t xml:space="preserve">Cílem díla je </w:t>
      </w:r>
      <w:r w:rsidR="000F045A" w:rsidRPr="00C86ACD">
        <w:t>zrušení</w:t>
      </w:r>
      <w:r w:rsidR="007E34EC" w:rsidRPr="00C86ACD">
        <w:t xml:space="preserve"> železničním přejezdu </w:t>
      </w:r>
      <w:r w:rsidR="00E9171A" w:rsidRPr="00C86ACD">
        <w:t>křížící</w:t>
      </w:r>
      <w:r w:rsidR="007E34EC" w:rsidRPr="00C86ACD">
        <w:t xml:space="preserve"> </w:t>
      </w:r>
      <w:r w:rsidR="0099521F" w:rsidRPr="00C86ACD">
        <w:t>s účelovou komunikací (ostatní) a</w:t>
      </w:r>
      <w:r w:rsidR="005F5945" w:rsidRPr="00C86ACD">
        <w:t xml:space="preserve"> zřízená náhradní komunikace.</w:t>
      </w:r>
    </w:p>
    <w:p w14:paraId="2F35021D" w14:textId="77777777" w:rsidR="00736ED5" w:rsidRPr="00C86ACD" w:rsidRDefault="00736ED5" w:rsidP="00E46BF0">
      <w:pPr>
        <w:pStyle w:val="Nadpis2-2"/>
      </w:pPr>
      <w:bookmarkStart w:id="7" w:name="_Toc157152370"/>
      <w:r w:rsidRPr="00C86ACD">
        <w:t xml:space="preserve">Rozsah a členění </w:t>
      </w:r>
      <w:r w:rsidR="00E46BF0" w:rsidRPr="00C86ACD">
        <w:t>D</w:t>
      </w:r>
      <w:r w:rsidRPr="00C86ACD">
        <w:t>okumentace</w:t>
      </w:r>
      <w:bookmarkEnd w:id="7"/>
      <w:r w:rsidRPr="00C86ACD">
        <w:t xml:space="preserve"> </w:t>
      </w:r>
    </w:p>
    <w:p w14:paraId="5B088871" w14:textId="77777777" w:rsidR="00736ED5" w:rsidRPr="00C86ACD" w:rsidRDefault="007258F3" w:rsidP="002B1F20">
      <w:pPr>
        <w:pStyle w:val="Text2-1"/>
      </w:pPr>
      <w:r w:rsidRPr="00C86ACD">
        <w:t xml:space="preserve">Zpracování </w:t>
      </w:r>
      <w:r w:rsidRPr="00C86ACD">
        <w:rPr>
          <w:b/>
        </w:rPr>
        <w:t>ekonomického hodnocení</w:t>
      </w:r>
      <w:r w:rsidRPr="00C86ACD">
        <w:t xml:space="preserve"> bude provedeno podle platné rezortní metodiky pro hodnocení ekonomické efektivnosti projektů dopravních staveb a dalších platných pokynů MD a SŽ.</w:t>
      </w:r>
    </w:p>
    <w:p w14:paraId="05D0EE51" w14:textId="77777777" w:rsidR="00541F46" w:rsidRPr="00C86ACD" w:rsidRDefault="00541F46" w:rsidP="00541F46">
      <w:pPr>
        <w:pStyle w:val="Text2-1"/>
      </w:pPr>
      <w:r w:rsidRPr="00C86ACD">
        <w:rPr>
          <w:rStyle w:val="Tun"/>
        </w:rPr>
        <w:t>Dokumentace ve stupni DUSP</w:t>
      </w:r>
      <w:r w:rsidRPr="00C86ACD">
        <w:t xml:space="preserve"> bude zpracována v členění a rozsahu přílohy č. 10 vyhlášky č. 499/2006 Sb., o dokumentaci staveb, v platném znění (dále „vyhláška č. 499/2006 Sb.“), která bude použita jako dokumentace pro vydání povolení záměru dle NSZ. Pro potřeby projednání, zejména v rámci Správy železnic, státní organizace (dále jen „SŽ“), Zhotovitel použije pro zpracování přílohu P5 směrnice SŽ SM011, Dokumentace staveb Správy železnic, státní organizace, (dále jen „SŽ SM011“).</w:t>
      </w:r>
    </w:p>
    <w:p w14:paraId="3B5359DD" w14:textId="77777777" w:rsidR="00541F46" w:rsidRPr="00C86ACD" w:rsidRDefault="00541F46" w:rsidP="00541F46">
      <w:pPr>
        <w:pStyle w:val="Text2-1"/>
      </w:pPr>
      <w:r w:rsidRPr="00C86ACD">
        <w:rPr>
          <w:rStyle w:val="Tun"/>
        </w:rPr>
        <w:t>Dokumentace ve stupni PDPS</w:t>
      </w:r>
      <w:r w:rsidRPr="00C86ACD">
        <w:t xml:space="preserve"> bude zpracována v členění a rozsahu přílohy č. 4 vyhlášky č. 146/2008 Sb. o rozsahu a obsahu projektové dokumentace dopravních staveb, v platném znění (dále „vyhláška 146/2008 Sb.“). V případě, že bude před zahájením prací na PDPS již vydána prováděcí vyhláška pro PDPS dle NSZ, bude PDPS zpracována dle nové vyhlášky. Pro potřeby projednání, zejména v rámci SŽ, Zhotovitel použije pro zpracování přílohu P7 směrnice SŽ SM011.</w:t>
      </w:r>
    </w:p>
    <w:p w14:paraId="589CB84E" w14:textId="05844153" w:rsidR="00EC5AC0" w:rsidRPr="00C86ACD" w:rsidRDefault="00EC5AC0" w:rsidP="00EC5AC0">
      <w:pPr>
        <w:pStyle w:val="Text2-1"/>
      </w:pPr>
      <w:r w:rsidRPr="00C86ACD">
        <w:t>Součástí plnění je i zajištění geodetické dokumentace stavby, geodetických a mapových podkladů, zajištění zpracování veškerých potřebných průzkumů (</w:t>
      </w:r>
      <w:r w:rsidR="003D598B" w:rsidRPr="00C86ACD">
        <w:t>inženýrskogeologický, stavebně</w:t>
      </w:r>
      <w:r w:rsidRPr="00C86ACD">
        <w:t xml:space="preserve"> technický, korozní atd.) nezbytných k návrhu technického řešení.</w:t>
      </w:r>
    </w:p>
    <w:p w14:paraId="4F06F600" w14:textId="0AD7466F" w:rsidR="003D598B" w:rsidRPr="00C86ACD" w:rsidRDefault="003D598B" w:rsidP="00B62201">
      <w:pPr>
        <w:pStyle w:val="Text2-1"/>
      </w:pPr>
      <w:r w:rsidRPr="00C86ACD">
        <w:t>Oba stupně dokumentace (DUSP a PDPS) budou projednány a odsouhlaseny společně.</w:t>
      </w:r>
    </w:p>
    <w:p w14:paraId="7DC2BCBC" w14:textId="77777777" w:rsidR="00B62201" w:rsidRPr="00C86ACD" w:rsidRDefault="00B62201" w:rsidP="00B62201">
      <w:pPr>
        <w:pStyle w:val="Nadpis2-2"/>
        <w:numPr>
          <w:ilvl w:val="0"/>
          <w:numId w:val="0"/>
        </w:numPr>
        <w:ind w:left="737"/>
      </w:pPr>
    </w:p>
    <w:p w14:paraId="19209BB7" w14:textId="77777777" w:rsidR="00B62201" w:rsidRPr="00C86ACD" w:rsidRDefault="00B62201" w:rsidP="00B62201">
      <w:pPr>
        <w:pStyle w:val="Nadpis2-2"/>
        <w:numPr>
          <w:ilvl w:val="0"/>
          <w:numId w:val="0"/>
        </w:numPr>
        <w:ind w:left="737"/>
      </w:pPr>
    </w:p>
    <w:p w14:paraId="5C67338D" w14:textId="77777777" w:rsidR="00B62201" w:rsidRPr="00C86ACD" w:rsidRDefault="00B62201" w:rsidP="00B62201">
      <w:pPr>
        <w:pStyle w:val="Nadpis2-2"/>
        <w:numPr>
          <w:ilvl w:val="0"/>
          <w:numId w:val="0"/>
        </w:numPr>
        <w:ind w:left="737"/>
      </w:pPr>
    </w:p>
    <w:p w14:paraId="6E214654" w14:textId="77777777" w:rsidR="00B62201" w:rsidRPr="00C86ACD" w:rsidRDefault="00B62201" w:rsidP="00B62201">
      <w:pPr>
        <w:pStyle w:val="Text2-1"/>
        <w:numPr>
          <w:ilvl w:val="0"/>
          <w:numId w:val="0"/>
        </w:numPr>
        <w:ind w:left="737"/>
      </w:pPr>
    </w:p>
    <w:p w14:paraId="1F3158E5" w14:textId="77777777" w:rsidR="00FD501F" w:rsidRPr="00C86ACD" w:rsidRDefault="00FD501F" w:rsidP="00990984">
      <w:pPr>
        <w:pStyle w:val="Nadpis2-2"/>
      </w:pPr>
      <w:bookmarkStart w:id="8" w:name="_Toc157152371"/>
      <w:r w:rsidRPr="00C86ACD">
        <w:lastRenderedPageBreak/>
        <w:t>Umístění stavby</w:t>
      </w:r>
      <w:bookmarkEnd w:id="8"/>
    </w:p>
    <w:p w14:paraId="432C03EF" w14:textId="57A484AE" w:rsidR="00FD501F" w:rsidRPr="00C86ACD" w:rsidRDefault="00FD501F" w:rsidP="00474234">
      <w:pPr>
        <w:pStyle w:val="Text2-1"/>
      </w:pPr>
      <w:r w:rsidRPr="00C86ACD">
        <w:t xml:space="preserve">Stavba bude probíhat na trati </w:t>
      </w:r>
      <w:r w:rsidR="0099521F" w:rsidRPr="00C86ACD">
        <w:t>Přelouč - Prachovice</w:t>
      </w:r>
    </w:p>
    <w:p w14:paraId="0A9FD140" w14:textId="77777777" w:rsidR="00130BE1" w:rsidRPr="00C86ACD" w:rsidRDefault="00F04AD9" w:rsidP="006823F1">
      <w:pPr>
        <w:pStyle w:val="TabulkaNadpis"/>
      </w:pPr>
      <w:r w:rsidRPr="00C86ACD">
        <w:t>Údaje o stavbě</w:t>
      </w:r>
    </w:p>
    <w:tbl>
      <w:tblPr>
        <w:tblStyle w:val="TabZTPbez"/>
        <w:tblW w:w="8108" w:type="dxa"/>
        <w:tblLook w:val="04E0" w:firstRow="1" w:lastRow="1" w:firstColumn="1" w:lastColumn="0" w:noHBand="0" w:noVBand="1"/>
      </w:tblPr>
      <w:tblGrid>
        <w:gridCol w:w="4140"/>
        <w:gridCol w:w="3968"/>
      </w:tblGrid>
      <w:tr w:rsidR="00130BE1" w:rsidRPr="00C86ACD" w14:paraId="1FB7FE19" w14:textId="77777777" w:rsidTr="00342D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302B4D88" w14:textId="77777777" w:rsidR="00130BE1" w:rsidRPr="00C86ACD" w:rsidRDefault="00F04AD9" w:rsidP="006823F1">
            <w:pPr>
              <w:pStyle w:val="Tabulka-7"/>
            </w:pPr>
            <w:r w:rsidRPr="00C86ACD">
              <w:t>Označení (S-kód)</w:t>
            </w:r>
          </w:p>
        </w:tc>
        <w:tc>
          <w:tcPr>
            <w:tcW w:w="3968" w:type="dxa"/>
          </w:tcPr>
          <w:p w14:paraId="084A269D" w14:textId="5F5B1D7F" w:rsidR="00130BE1" w:rsidRPr="00C86ACD" w:rsidRDefault="007E34EC" w:rsidP="00342D89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86ACD">
              <w:t>S622300</w:t>
            </w:r>
            <w:r w:rsidR="00D75830" w:rsidRPr="00C86ACD">
              <w:t>248</w:t>
            </w:r>
          </w:p>
        </w:tc>
      </w:tr>
      <w:tr w:rsidR="00130BE1" w:rsidRPr="00C86ACD" w14:paraId="18F53220" w14:textId="77777777" w:rsidTr="00342D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709BCD3C" w14:textId="77777777" w:rsidR="00130BE1" w:rsidRPr="00C86ACD" w:rsidRDefault="004747FD" w:rsidP="00852433">
            <w:pPr>
              <w:pStyle w:val="Tabulka-7"/>
            </w:pPr>
            <w:r w:rsidRPr="00C86ACD">
              <w:t>Kraj</w:t>
            </w:r>
          </w:p>
        </w:tc>
        <w:tc>
          <w:tcPr>
            <w:tcW w:w="3968" w:type="dxa"/>
          </w:tcPr>
          <w:p w14:paraId="241D73EE" w14:textId="32BC20FD" w:rsidR="00130BE1" w:rsidRPr="00C86ACD" w:rsidRDefault="007E34EC" w:rsidP="00342D8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6ACD">
              <w:t>Pardubický</w:t>
            </w:r>
          </w:p>
        </w:tc>
      </w:tr>
      <w:tr w:rsidR="00130BE1" w:rsidRPr="00C86ACD" w14:paraId="4E1997F9" w14:textId="77777777" w:rsidTr="00342D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1190C61A" w14:textId="77777777" w:rsidR="00130BE1" w:rsidRPr="00C86ACD" w:rsidRDefault="004747FD" w:rsidP="00852433">
            <w:pPr>
              <w:pStyle w:val="Tabulka-7"/>
            </w:pPr>
            <w:r w:rsidRPr="00C86ACD">
              <w:t>Okres</w:t>
            </w:r>
          </w:p>
        </w:tc>
        <w:tc>
          <w:tcPr>
            <w:tcW w:w="3968" w:type="dxa"/>
          </w:tcPr>
          <w:p w14:paraId="7A0C8A11" w14:textId="72AAAC1E" w:rsidR="00130BE1" w:rsidRPr="00C86ACD" w:rsidRDefault="00D75830" w:rsidP="00342D8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6ACD">
              <w:t>Chrudim</w:t>
            </w:r>
          </w:p>
        </w:tc>
      </w:tr>
      <w:tr w:rsidR="00130BE1" w:rsidRPr="00C86ACD" w14:paraId="58BABEDE" w14:textId="77777777" w:rsidTr="00342D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46E81794" w14:textId="77777777" w:rsidR="00130BE1" w:rsidRPr="00C86ACD" w:rsidRDefault="004747FD" w:rsidP="00852433">
            <w:pPr>
              <w:pStyle w:val="Tabulka-7"/>
            </w:pPr>
            <w:r w:rsidRPr="00C86ACD">
              <w:t>Katastrální území</w:t>
            </w:r>
          </w:p>
        </w:tc>
        <w:tc>
          <w:tcPr>
            <w:tcW w:w="3968" w:type="dxa"/>
          </w:tcPr>
          <w:p w14:paraId="50DD66BA" w14:textId="40048E31" w:rsidR="00130BE1" w:rsidRPr="00C86ACD" w:rsidRDefault="00D75830" w:rsidP="00342D8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6ACD">
              <w:t>Klešice</w:t>
            </w:r>
          </w:p>
        </w:tc>
      </w:tr>
      <w:tr w:rsidR="00130BE1" w:rsidRPr="00C86ACD" w14:paraId="4D2C7189" w14:textId="77777777" w:rsidTr="00342D8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0F392790" w14:textId="77777777" w:rsidR="00130BE1" w:rsidRPr="00C86ACD" w:rsidRDefault="004747FD" w:rsidP="00342D89">
            <w:pPr>
              <w:pStyle w:val="Tabulka-7"/>
            </w:pPr>
            <w:r w:rsidRPr="00C86ACD">
              <w:t>Správce</w:t>
            </w:r>
          </w:p>
        </w:tc>
        <w:tc>
          <w:tcPr>
            <w:tcW w:w="3968" w:type="dxa"/>
          </w:tcPr>
          <w:p w14:paraId="1EAF7BC8" w14:textId="5E715ADE" w:rsidR="00130BE1" w:rsidRPr="00C86ACD" w:rsidRDefault="007E34EC" w:rsidP="00342D89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C86ACD">
              <w:t>OŘ Hradec Králové</w:t>
            </w:r>
          </w:p>
        </w:tc>
      </w:tr>
    </w:tbl>
    <w:p w14:paraId="5D50EEC9" w14:textId="77777777" w:rsidR="00D65185" w:rsidRPr="00C86ACD" w:rsidRDefault="00336A6A" w:rsidP="00D11029">
      <w:pPr>
        <w:pStyle w:val="TabulkaNadpis"/>
      </w:pPr>
      <w:r w:rsidRPr="00C86ACD">
        <w:t>Údaje o trati</w:t>
      </w:r>
    </w:p>
    <w:tbl>
      <w:tblPr>
        <w:tblStyle w:val="TabZTPbez"/>
        <w:tblW w:w="8108" w:type="dxa"/>
        <w:tblLook w:val="04E0" w:firstRow="1" w:lastRow="1" w:firstColumn="1" w:lastColumn="0" w:noHBand="0" w:noVBand="1"/>
      </w:tblPr>
      <w:tblGrid>
        <w:gridCol w:w="4140"/>
        <w:gridCol w:w="3968"/>
      </w:tblGrid>
      <w:tr w:rsidR="00B650AB" w:rsidRPr="00C86ACD" w14:paraId="0D021D35" w14:textId="77777777" w:rsidTr="004B70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04E57083" w14:textId="77777777" w:rsidR="00B650AB" w:rsidRPr="00C86ACD" w:rsidRDefault="00B650AB" w:rsidP="003D4852">
            <w:pPr>
              <w:pStyle w:val="Tabulka-7"/>
            </w:pPr>
            <w:r w:rsidRPr="00C86ACD">
              <w:t>Kategorie dráhy podle zákona č. 266/1994 Sb.</w:t>
            </w:r>
          </w:p>
        </w:tc>
        <w:tc>
          <w:tcPr>
            <w:tcW w:w="3968" w:type="dxa"/>
          </w:tcPr>
          <w:p w14:paraId="7119FCBF" w14:textId="2297552F" w:rsidR="00B650AB" w:rsidRPr="00C86ACD" w:rsidRDefault="00E9171A" w:rsidP="003D4852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86ACD">
              <w:t>Regionální</w:t>
            </w:r>
          </w:p>
        </w:tc>
      </w:tr>
      <w:tr w:rsidR="00B650AB" w:rsidRPr="00C86ACD" w14:paraId="3FC55082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25272A6F" w14:textId="77777777" w:rsidR="00B650AB" w:rsidRPr="00C86ACD" w:rsidRDefault="00B650AB" w:rsidP="003D4852">
            <w:pPr>
              <w:pStyle w:val="Tabulka-7"/>
            </w:pPr>
            <w:r w:rsidRPr="00C86ACD">
              <w:t>Kategorie dráhy podle TSI INF</w:t>
            </w:r>
          </w:p>
        </w:tc>
        <w:tc>
          <w:tcPr>
            <w:tcW w:w="3968" w:type="dxa"/>
          </w:tcPr>
          <w:p w14:paraId="6A93B64B" w14:textId="40069A57" w:rsidR="00B650AB" w:rsidRPr="00C86ACD" w:rsidRDefault="005F5945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6ACD">
              <w:t>TSI INF-N – F</w:t>
            </w:r>
            <w:r w:rsidR="00417EC3" w:rsidRPr="00C86ACD">
              <w:t>4</w:t>
            </w:r>
            <w:r w:rsidRPr="00C86ACD">
              <w:t>, TSI INF – O – P6</w:t>
            </w:r>
          </w:p>
        </w:tc>
      </w:tr>
      <w:tr w:rsidR="00B650AB" w:rsidRPr="00C86ACD" w14:paraId="26BD1F3F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0FAE6F56" w14:textId="77777777" w:rsidR="00B650AB" w:rsidRPr="00C86ACD" w:rsidRDefault="00B650AB" w:rsidP="003D4852">
            <w:pPr>
              <w:pStyle w:val="Tabulka-7"/>
            </w:pPr>
            <w:r w:rsidRPr="00C86ACD">
              <w:t>Součást sítě TEN-T</w:t>
            </w:r>
          </w:p>
        </w:tc>
        <w:tc>
          <w:tcPr>
            <w:tcW w:w="3968" w:type="dxa"/>
          </w:tcPr>
          <w:p w14:paraId="31F1DD22" w14:textId="4D1F6632" w:rsidR="00B650AB" w:rsidRPr="00C86ACD" w:rsidRDefault="00B650AB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6ACD">
              <w:t>NE</w:t>
            </w:r>
          </w:p>
        </w:tc>
      </w:tr>
      <w:tr w:rsidR="00B650AB" w:rsidRPr="00C86ACD" w14:paraId="354FCFED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406468B6" w14:textId="77777777" w:rsidR="00B650AB" w:rsidRPr="00C86ACD" w:rsidRDefault="00B650AB" w:rsidP="003D4852">
            <w:pPr>
              <w:pStyle w:val="Tabulka-7"/>
            </w:pPr>
            <w:r w:rsidRPr="00C86ACD">
              <w:t>Číslo trati podle Prohlášení o dráze</w:t>
            </w:r>
          </w:p>
        </w:tc>
        <w:tc>
          <w:tcPr>
            <w:tcW w:w="3968" w:type="dxa"/>
          </w:tcPr>
          <w:p w14:paraId="6711EA21" w14:textId="7009A373" w:rsidR="00B650AB" w:rsidRPr="00C86ACD" w:rsidRDefault="005F06B9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6ACD">
              <w:t>748</w:t>
            </w:r>
            <w:r w:rsidR="00E9171A" w:rsidRPr="00C86ACD">
              <w:t xml:space="preserve"> 00</w:t>
            </w:r>
          </w:p>
        </w:tc>
      </w:tr>
      <w:tr w:rsidR="00B650AB" w:rsidRPr="00C86ACD" w14:paraId="2B9EA66B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51E88C11" w14:textId="77777777" w:rsidR="00B650AB" w:rsidRPr="00C86ACD" w:rsidRDefault="00B650AB" w:rsidP="003D4852">
            <w:pPr>
              <w:pStyle w:val="Tabulka-7"/>
            </w:pPr>
            <w:r w:rsidRPr="00C86ACD">
              <w:t>Číslo trati podle nákresného jízdního řádu</w:t>
            </w:r>
          </w:p>
        </w:tc>
        <w:tc>
          <w:tcPr>
            <w:tcW w:w="3968" w:type="dxa"/>
          </w:tcPr>
          <w:p w14:paraId="61524144" w14:textId="444DD438" w:rsidR="00B650AB" w:rsidRPr="00C86ACD" w:rsidRDefault="0099521F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6ACD">
              <w:t>517D</w:t>
            </w:r>
          </w:p>
        </w:tc>
      </w:tr>
      <w:tr w:rsidR="00B650AB" w:rsidRPr="00C86ACD" w14:paraId="0D436647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0063331D" w14:textId="77777777" w:rsidR="00B650AB" w:rsidRPr="00C86ACD" w:rsidRDefault="00B650AB" w:rsidP="003D4852">
            <w:pPr>
              <w:pStyle w:val="Tabulka-7"/>
            </w:pPr>
            <w:r w:rsidRPr="00C86ACD">
              <w:t>Číslo trati podle knižního jízdního řádu</w:t>
            </w:r>
          </w:p>
        </w:tc>
        <w:tc>
          <w:tcPr>
            <w:tcW w:w="3968" w:type="dxa"/>
          </w:tcPr>
          <w:p w14:paraId="78AC83A6" w14:textId="6BEBFA3C" w:rsidR="00B650AB" w:rsidRPr="00C86ACD" w:rsidRDefault="00690FF3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6ACD">
              <w:t>01</w:t>
            </w:r>
            <w:r w:rsidR="00D31D8B" w:rsidRPr="00C86ACD">
              <w:t>5</w:t>
            </w:r>
          </w:p>
        </w:tc>
      </w:tr>
      <w:tr w:rsidR="00B650AB" w:rsidRPr="00C86ACD" w14:paraId="1287E767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6DB7741A" w14:textId="77777777" w:rsidR="00B650AB" w:rsidRPr="00C86ACD" w:rsidRDefault="00B650AB" w:rsidP="003D4852">
            <w:pPr>
              <w:pStyle w:val="Tabulka-7"/>
            </w:pPr>
            <w:r w:rsidRPr="00C86ACD">
              <w:t>Číslo traťového a definičního úseku</w:t>
            </w:r>
          </w:p>
        </w:tc>
        <w:tc>
          <w:tcPr>
            <w:tcW w:w="3968" w:type="dxa"/>
          </w:tcPr>
          <w:p w14:paraId="31EE0022" w14:textId="66C7FCE6" w:rsidR="00B650AB" w:rsidRPr="00C86ACD" w:rsidRDefault="0099521F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6ACD">
              <w:t>154104</w:t>
            </w:r>
          </w:p>
        </w:tc>
      </w:tr>
      <w:tr w:rsidR="00B650AB" w:rsidRPr="00C86ACD" w14:paraId="7781215C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02C52619" w14:textId="77777777" w:rsidR="00B650AB" w:rsidRPr="00C86ACD" w:rsidRDefault="00B650AB" w:rsidP="003D4852">
            <w:pPr>
              <w:pStyle w:val="Tabulka-7"/>
            </w:pPr>
            <w:r w:rsidRPr="00C86ACD">
              <w:t>Traťová třída zatížení</w:t>
            </w:r>
          </w:p>
        </w:tc>
        <w:tc>
          <w:tcPr>
            <w:tcW w:w="3968" w:type="dxa"/>
          </w:tcPr>
          <w:p w14:paraId="60535217" w14:textId="1402CBD5" w:rsidR="00B650AB" w:rsidRPr="00C86ACD" w:rsidRDefault="00690FF3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6ACD">
              <w:t>C3</w:t>
            </w:r>
          </w:p>
        </w:tc>
      </w:tr>
      <w:tr w:rsidR="00B650AB" w:rsidRPr="00C86ACD" w14:paraId="522124F7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2FE9B192" w14:textId="77777777" w:rsidR="00B650AB" w:rsidRPr="00C86ACD" w:rsidRDefault="00B650AB" w:rsidP="003D4852">
            <w:pPr>
              <w:pStyle w:val="Tabulka-7"/>
            </w:pPr>
            <w:r w:rsidRPr="00C86ACD">
              <w:t>Maximální traťová rychlost</w:t>
            </w:r>
          </w:p>
        </w:tc>
        <w:tc>
          <w:tcPr>
            <w:tcW w:w="3968" w:type="dxa"/>
          </w:tcPr>
          <w:p w14:paraId="334DFE4A" w14:textId="75E8527C" w:rsidR="00B650AB" w:rsidRPr="00C86ACD" w:rsidRDefault="00690FF3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6ACD">
              <w:t>50 km/h</w:t>
            </w:r>
          </w:p>
        </w:tc>
      </w:tr>
      <w:tr w:rsidR="00B650AB" w:rsidRPr="00C86ACD" w14:paraId="1C689529" w14:textId="77777777" w:rsidTr="004B70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5C93E787" w14:textId="77777777" w:rsidR="00B650AB" w:rsidRPr="00C86ACD" w:rsidRDefault="00B650AB" w:rsidP="003D4852">
            <w:pPr>
              <w:pStyle w:val="Tabulka-7"/>
            </w:pPr>
            <w:r w:rsidRPr="00C86ACD">
              <w:t>Trakční soustava</w:t>
            </w:r>
          </w:p>
        </w:tc>
        <w:tc>
          <w:tcPr>
            <w:tcW w:w="3968" w:type="dxa"/>
          </w:tcPr>
          <w:p w14:paraId="3126110B" w14:textId="4C40EFE1" w:rsidR="00B650AB" w:rsidRPr="00C86ACD" w:rsidRDefault="00E9171A" w:rsidP="003D485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6ACD">
              <w:t>N</w:t>
            </w:r>
          </w:p>
        </w:tc>
      </w:tr>
      <w:tr w:rsidR="00B650AB" w:rsidRPr="00C86ACD" w14:paraId="156ECBC9" w14:textId="77777777" w:rsidTr="004B702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732F0847" w14:textId="77777777" w:rsidR="00B650AB" w:rsidRPr="00C86ACD" w:rsidRDefault="00B650AB" w:rsidP="003D4852">
            <w:pPr>
              <w:pStyle w:val="Tabulka-7"/>
            </w:pPr>
            <w:r w:rsidRPr="00C86ACD">
              <w:t>Počet traťových kolejí</w:t>
            </w:r>
          </w:p>
        </w:tc>
        <w:tc>
          <w:tcPr>
            <w:tcW w:w="3968" w:type="dxa"/>
          </w:tcPr>
          <w:p w14:paraId="6E5D8972" w14:textId="0EB5D96C" w:rsidR="00B650AB" w:rsidRPr="00C86ACD" w:rsidRDefault="00E9171A" w:rsidP="003D4852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C86ACD">
              <w:t>1</w:t>
            </w:r>
          </w:p>
        </w:tc>
      </w:tr>
    </w:tbl>
    <w:p w14:paraId="568C8AC0" w14:textId="77777777" w:rsidR="001961F9" w:rsidRPr="00C86ACD" w:rsidRDefault="001961F9" w:rsidP="00592CFA">
      <w:pPr>
        <w:pStyle w:val="TextbezslBEZMEZER"/>
      </w:pPr>
    </w:p>
    <w:p w14:paraId="2C037D72" w14:textId="77777777" w:rsidR="00FD501F" w:rsidRPr="00C86ACD" w:rsidRDefault="00FD501F" w:rsidP="00B650AB">
      <w:pPr>
        <w:pStyle w:val="Nadpis2-1"/>
      </w:pPr>
      <w:bookmarkStart w:id="9" w:name="_Ref62628025"/>
      <w:bookmarkStart w:id="10" w:name="_Ref62628042"/>
      <w:bookmarkStart w:id="11" w:name="_Toc157152372"/>
      <w:r w:rsidRPr="00C86ACD">
        <w:t>PŘEHLED VÝCHOZÍCH PODKLADŮ</w:t>
      </w:r>
      <w:bookmarkEnd w:id="9"/>
      <w:bookmarkEnd w:id="10"/>
      <w:bookmarkEnd w:id="11"/>
    </w:p>
    <w:p w14:paraId="267F3E84" w14:textId="6C575B64" w:rsidR="008721B2" w:rsidRPr="00C86ACD" w:rsidRDefault="003D598B" w:rsidP="00E663C3">
      <w:pPr>
        <w:pStyle w:val="ZTPinfo-text"/>
        <w:rPr>
          <w:i w:val="0"/>
          <w:color w:val="auto"/>
        </w:rPr>
      </w:pPr>
      <w:r w:rsidRPr="00C86ACD">
        <w:rPr>
          <w:i w:val="0"/>
          <w:color w:val="auto"/>
        </w:rPr>
        <w:t>Neobsazeno.</w:t>
      </w:r>
    </w:p>
    <w:p w14:paraId="7A8E21F2" w14:textId="77777777" w:rsidR="00FD501F" w:rsidRPr="00C86ACD" w:rsidRDefault="00FD501F" w:rsidP="00475ECE">
      <w:pPr>
        <w:pStyle w:val="Nadpis2-1"/>
      </w:pPr>
      <w:bookmarkStart w:id="12" w:name="_Toc157152373"/>
      <w:r w:rsidRPr="00C86ACD">
        <w:t>KOORDINACE S JINÝMI STAVBAMI</w:t>
      </w:r>
      <w:bookmarkEnd w:id="12"/>
      <w:r w:rsidRPr="00C86ACD">
        <w:t xml:space="preserve"> </w:t>
      </w:r>
    </w:p>
    <w:p w14:paraId="39B93282" w14:textId="003ABC43" w:rsidR="00FD501F" w:rsidRPr="00C86ACD" w:rsidRDefault="00FD501F" w:rsidP="00475ECE">
      <w:pPr>
        <w:pStyle w:val="Text2-1"/>
      </w:pPr>
      <w:r w:rsidRPr="00C86ACD">
        <w:t xml:space="preserve">Součástí plnění předmětu díla je i zajištění koordinace s připravovanými, aktuálně zpracovávanými, investičními akcemi a stavbami již ve stádiu realizace, případně ve stádiu zahájení realizace v období provádění díla dle harmonogramu </w:t>
      </w:r>
      <w:r w:rsidR="00E9171A" w:rsidRPr="00C86ACD">
        <w:t>prací,</w:t>
      </w:r>
      <w:r w:rsidRPr="00C86ACD">
        <w:t xml:space="preserve"> a to i cizích investorů. </w:t>
      </w:r>
    </w:p>
    <w:p w14:paraId="10D366CB" w14:textId="77777777" w:rsidR="00FD501F" w:rsidRPr="00C86ACD" w:rsidRDefault="00FD501F" w:rsidP="00475ECE">
      <w:pPr>
        <w:pStyle w:val="Text2-1"/>
      </w:pPr>
      <w:r w:rsidRPr="00C86ACD">
        <w:t>Koordinace musí probíhat zejména s níže uvedenými investicemi a opravnými pracemi:</w:t>
      </w:r>
    </w:p>
    <w:p w14:paraId="4146FECE" w14:textId="44225CC3" w:rsidR="003F1009" w:rsidRPr="00C86ACD" w:rsidRDefault="003F1009" w:rsidP="003F1009">
      <w:pPr>
        <w:pStyle w:val="Odstavec1-1a"/>
        <w:numPr>
          <w:ilvl w:val="0"/>
          <w:numId w:val="11"/>
        </w:numPr>
      </w:pPr>
      <w:r w:rsidRPr="00C86ACD">
        <w:t>Rekonstrukce TZZ Přelouč - Prachovice (investor Správa železnic, státní organizace, realizace 1/202</w:t>
      </w:r>
      <w:r w:rsidR="00BC247D" w:rsidRPr="00C86ACD">
        <w:t>5</w:t>
      </w:r>
      <w:r w:rsidRPr="00C86ACD">
        <w:t xml:space="preserve"> až 1/2028), v současné době probíhá zpracovávání DUSP </w:t>
      </w:r>
    </w:p>
    <w:p w14:paraId="308ADF4A" w14:textId="08183594" w:rsidR="00832B9D" w:rsidRPr="00C86ACD" w:rsidRDefault="00832B9D" w:rsidP="00832B9D">
      <w:pPr>
        <w:pStyle w:val="Odstavec1-1a"/>
        <w:numPr>
          <w:ilvl w:val="0"/>
          <w:numId w:val="11"/>
        </w:numPr>
        <w:rPr>
          <w:color w:val="000000"/>
        </w:rPr>
      </w:pPr>
      <w:r w:rsidRPr="00C86ACD">
        <w:rPr>
          <w:color w:val="000000"/>
        </w:rPr>
        <w:t>Oprava rozvodů elektrické energie v úseku Přelouč – Prachovice (předpoklad realizace 4/2025 – 10/2025)</w:t>
      </w:r>
    </w:p>
    <w:p w14:paraId="4F9A660E" w14:textId="77777777" w:rsidR="00FD501F" w:rsidRPr="00C86ACD" w:rsidRDefault="00FD501F" w:rsidP="00475ECE">
      <w:pPr>
        <w:pStyle w:val="Nadpis2-1"/>
      </w:pPr>
      <w:bookmarkStart w:id="13" w:name="_Toc157152374"/>
      <w:r w:rsidRPr="00C86ACD">
        <w:t xml:space="preserve">POŽADAVKY NA </w:t>
      </w:r>
      <w:r w:rsidR="00622893" w:rsidRPr="00C86ACD">
        <w:t>TECHNICKÉ ŘEŠENÍ A</w:t>
      </w:r>
      <w:r w:rsidR="002F7044" w:rsidRPr="00C86ACD">
        <w:t xml:space="preserve"> </w:t>
      </w:r>
      <w:r w:rsidRPr="00C86ACD">
        <w:t>PROVEDENÍ DÍLA</w:t>
      </w:r>
      <w:bookmarkEnd w:id="13"/>
    </w:p>
    <w:p w14:paraId="714A0EDC" w14:textId="77777777" w:rsidR="00FD501F" w:rsidRPr="00C86ACD" w:rsidRDefault="00FD501F" w:rsidP="00475ECE">
      <w:pPr>
        <w:pStyle w:val="Nadpis2-2"/>
      </w:pPr>
      <w:bookmarkStart w:id="14" w:name="_Toc157152375"/>
      <w:r w:rsidRPr="00C86ACD">
        <w:t>Všeobecně</w:t>
      </w:r>
      <w:bookmarkEnd w:id="14"/>
    </w:p>
    <w:p w14:paraId="5C9A2F9E" w14:textId="77777777" w:rsidR="00A729D6" w:rsidRPr="00C86ACD" w:rsidRDefault="00A729D6" w:rsidP="00A729D6">
      <w:pPr>
        <w:pStyle w:val="Text2-1"/>
      </w:pPr>
      <w:r w:rsidRPr="00C86ACD">
        <w:t xml:space="preserve">Zhotovitel zpracuje Dokumentaci v souladu s požadavky směrnice SŽ SM011. </w:t>
      </w:r>
    </w:p>
    <w:p w14:paraId="011AE5D3" w14:textId="0561CBA6" w:rsidR="00FD501F" w:rsidRPr="00C86ACD" w:rsidRDefault="00FD501F" w:rsidP="00475ECE">
      <w:pPr>
        <w:pStyle w:val="Text2-1"/>
      </w:pPr>
      <w:r w:rsidRPr="00C86ACD">
        <w:t xml:space="preserve">Zhotovitel díla zajistí důsledné plnění požadavků vyplývající z vyjádření dotčených orgánů a osob uvedených v dokladové části </w:t>
      </w:r>
      <w:r w:rsidR="00475ECE" w:rsidRPr="00C86ACD">
        <w:t xml:space="preserve">z předchozího stupně </w:t>
      </w:r>
      <w:r w:rsidRPr="00C86ACD">
        <w:t>dokumentace a</w:t>
      </w:r>
      <w:r w:rsidR="00317F02" w:rsidRPr="00C86ACD">
        <w:t> </w:t>
      </w:r>
      <w:r w:rsidRPr="00C86ACD">
        <w:t xml:space="preserve">související </w:t>
      </w:r>
      <w:r w:rsidR="000F045A" w:rsidRPr="00C86ACD">
        <w:t>dokumentace,</w:t>
      </w:r>
      <w:r w:rsidRPr="00C86ACD">
        <w:t xml:space="preserve"> a to ve vzájemné součinnosti a návaznosti.</w:t>
      </w:r>
    </w:p>
    <w:p w14:paraId="673195CB" w14:textId="77777777" w:rsidR="00541F46" w:rsidRPr="00C86ACD" w:rsidRDefault="00541F46" w:rsidP="00541F46">
      <w:pPr>
        <w:pStyle w:val="Text2-1"/>
      </w:pPr>
      <w:r w:rsidRPr="00C86ACD">
        <w:t xml:space="preserve">Odstavce 3.4.8, 3.4.15 a 3.4.17 ve VTP/DOKUMENTACE/06/23 se ruší a nahrazují se následujícími odstavci: </w:t>
      </w:r>
    </w:p>
    <w:p w14:paraId="744C6CCD" w14:textId="77777777" w:rsidR="00541F46" w:rsidRPr="00C86ACD" w:rsidRDefault="00541F46" w:rsidP="00541F46">
      <w:pPr>
        <w:pStyle w:val="Textbezslovn"/>
        <w:tabs>
          <w:tab w:val="left" w:pos="1701"/>
        </w:tabs>
        <w:ind w:left="1701" w:hanging="964"/>
      </w:pPr>
      <w:r w:rsidRPr="00C86ACD">
        <w:t xml:space="preserve">„3.4.8 </w:t>
      </w:r>
      <w:r w:rsidRPr="00C86ACD">
        <w:tab/>
      </w:r>
      <w:r w:rsidRPr="00C86ACD">
        <w:rPr>
          <w:b/>
        </w:rPr>
        <w:t>Součástí odevzdání Dokumentace ve stupni PDPS k připomínkovému řízení</w:t>
      </w:r>
      <w:r w:rsidRPr="00C86ACD">
        <w:t xml:space="preserve"> bude vždy oceněný Soupis prací s výkazem výměr v otevřené formě ve </w:t>
      </w:r>
      <w:r w:rsidRPr="00C86ACD">
        <w:lastRenderedPageBreak/>
        <w:t>formátu *.XLSM nebo *.XLSX a v elektronické podobě ve formátu *.PDF (viz 3.4.19 těchto VTP) v rozsahu a  podrobnostech stanoveném vyhláškou 169/2016 Sb. [46] a Směrnicí SŽDC č. 20 [77].</w:t>
      </w:r>
    </w:p>
    <w:p w14:paraId="32F6EF6E" w14:textId="77777777" w:rsidR="00541F46" w:rsidRPr="00C86ACD" w:rsidRDefault="00541F46" w:rsidP="00541F46">
      <w:pPr>
        <w:pStyle w:val="Textbezslovn"/>
        <w:tabs>
          <w:tab w:val="left" w:pos="1701"/>
        </w:tabs>
        <w:ind w:left="1701" w:hanging="964"/>
      </w:pPr>
      <w:r w:rsidRPr="00C86ACD">
        <w:t>3.4.15</w:t>
      </w:r>
      <w:r w:rsidRPr="00C86ACD">
        <w:tab/>
      </w:r>
      <w:r w:rsidRPr="00C86ACD">
        <w:rPr>
          <w:b/>
        </w:rPr>
        <w:t>Definitivní odevzdání oceněného a neoceněného Soupisu prací v Dokumentaci ve stupni PDPS proběhne v otevřené formě ve formátu *.XLSX nebo*.XLSX</w:t>
      </w:r>
      <w:r w:rsidRPr="00C86ACD">
        <w:t xml:space="preserve">  a v elektronické podobě v uzavřené formě ve formátu *.PDF (viz 3.4.19 těchto VTP). </w:t>
      </w:r>
    </w:p>
    <w:p w14:paraId="464C2BA6" w14:textId="77777777" w:rsidR="00541F46" w:rsidRPr="00C86ACD" w:rsidRDefault="00541F46" w:rsidP="00541F46">
      <w:pPr>
        <w:pStyle w:val="Textbezslovn"/>
        <w:tabs>
          <w:tab w:val="left" w:pos="1701"/>
        </w:tabs>
        <w:ind w:left="1701" w:hanging="964"/>
      </w:pPr>
      <w:r w:rsidRPr="00C86ACD">
        <w:t>3.4.17</w:t>
      </w:r>
      <w:r w:rsidRPr="00C86ACD">
        <w:tab/>
        <w:t xml:space="preserve">Zhotovitel se zavazuje k součinnosti s Objednatelem v probíhajícím zadávacím řízení na zhotovení stavby při řešení dodatečných informací, doplnění, či opravě Dokumentace ve stanovených lhůtách tak, aby nedošlo k posunu termínů podání nabídek. V případě potřeby úpravy Soupisu prací v probíhajícím zadávacím řízení na zhotovení stavby Zhotovitel odevzdá opravený Soupis prací Objednateli vždy v oceněné a neoceněné variantě v elektronické podobě v otevřené formě ve formátu *.XLSM nebo *XLSX a v elektronické podobě v uzavřené formě ve formátu *.PDF (viz 3.4.19 těchto VTP). Na základě těchto úprav v Soupisu prací provede Zhotovitel aktualizaci Dokumentace v rozsahu všech příloh, kterých se tyto změny týkají nejpozději před zahájením zhotovení stavby.“ </w:t>
      </w:r>
    </w:p>
    <w:p w14:paraId="72ED6D65" w14:textId="0CE7185C" w:rsidR="004542C0" w:rsidRPr="00C86ACD" w:rsidRDefault="004542C0" w:rsidP="004542C0">
      <w:pPr>
        <w:pStyle w:val="Text2-1"/>
      </w:pPr>
      <w:r w:rsidRPr="00C86ACD">
        <w:t>Zhotovitel nebude zpracovávat 3D vizualizace, 3D zákresy vizualizací do fotografií a</w:t>
      </w:r>
      <w:r w:rsidR="008A3E70" w:rsidRPr="00C86ACD">
        <w:t> </w:t>
      </w:r>
      <w:r w:rsidRPr="00C86ACD">
        <w:t xml:space="preserve">videokompozice dle kapitoly 9. Vizualizace, zákresy do fotografií a </w:t>
      </w:r>
      <w:r w:rsidR="003B675E" w:rsidRPr="00C86ACD">
        <w:t>videokompozice VTP</w:t>
      </w:r>
      <w:r w:rsidRPr="00C86ACD">
        <w:t>/DOKUMENTACE.</w:t>
      </w:r>
    </w:p>
    <w:p w14:paraId="045BA81B" w14:textId="77777777" w:rsidR="007172B0" w:rsidRPr="00C86ACD" w:rsidRDefault="007172B0" w:rsidP="00761767">
      <w:pPr>
        <w:pStyle w:val="Text2-1"/>
      </w:pPr>
      <w:r w:rsidRPr="00C86ACD">
        <w:t>Zhotovitel v</w:t>
      </w:r>
      <w:r w:rsidR="00466862" w:rsidRPr="00C86ACD">
        <w:t xml:space="preserve"> případě </w:t>
      </w:r>
      <w:r w:rsidRPr="00C86ACD">
        <w:t>jednání s provozovatelem distribuční soustavy GasNet, s.r.o. bude postupovat dle metodického postupu uzavřeného mezi SŽ a GasNet, s.r.o. Metodický postup bude poskytnut Objednatelem na vyžádání.</w:t>
      </w:r>
    </w:p>
    <w:p w14:paraId="593BA793" w14:textId="245D2808" w:rsidR="00EE5C7C" w:rsidRPr="00C86ACD" w:rsidRDefault="00EE5C7C" w:rsidP="00EE5C7C">
      <w:pPr>
        <w:pStyle w:val="Text2-1"/>
      </w:pPr>
      <w:r w:rsidRPr="00C86ACD">
        <w:t>Definitivní předání Dokumentace dle odst. 3.4.18 VTP/DOKUMENTACE/</w:t>
      </w:r>
      <w:r w:rsidR="00FC2DCD" w:rsidRPr="00C86ACD">
        <w:t>06/23</w:t>
      </w:r>
      <w:r w:rsidRPr="00C86ACD">
        <w:t xml:space="preserve"> proběhne na médiu: DVD. </w:t>
      </w:r>
    </w:p>
    <w:p w14:paraId="56B93EA9" w14:textId="247FAAE6" w:rsidR="002F7D63" w:rsidRPr="00C86ACD" w:rsidRDefault="00A2272A" w:rsidP="00216EB4">
      <w:pPr>
        <w:pStyle w:val="Text2-1"/>
      </w:pPr>
      <w:r w:rsidRPr="00C86ACD">
        <w:t>Zhotovitel zpracuje v</w:t>
      </w:r>
      <w:r w:rsidR="002F7D63" w:rsidRPr="00C86ACD">
        <w:t>azb</w:t>
      </w:r>
      <w:r w:rsidR="00EE5C7C" w:rsidRPr="00C86ACD">
        <w:t>u</w:t>
      </w:r>
      <w:r w:rsidR="002F7D63" w:rsidRPr="00C86ACD">
        <w:t xml:space="preserve"> na Jednotné záznamové prostředí železniční dopravní cesty (JZP ŽDC)</w:t>
      </w:r>
      <w:r w:rsidRPr="00C86ACD">
        <w:t xml:space="preserve">. </w:t>
      </w:r>
      <w:r w:rsidR="002F7D63" w:rsidRPr="00C86ACD">
        <w:t>Stavové informace (logy), doplňková data a záznamy zabezpečovacího, sdělovacího zařízení a DDTS budou ukládána v Jednotném záznamovém prostředí železniční dopravní cesty do vybraných užitných úložných oblastí (UÚO). Při</w:t>
      </w:r>
      <w:r w:rsidR="00EE5C7C" w:rsidRPr="00C86ACD">
        <w:t> </w:t>
      </w:r>
      <w:r w:rsidR="002F7D63" w:rsidRPr="00C86ACD">
        <w:t xml:space="preserve">návrhu vazby na JZP ŽDC bude postupováno dle dokumentu „Specifikace a zásady uchovávání a výměny dat mezi JZP a technologiemi ŽDC“ </w:t>
      </w:r>
      <w:r w:rsidR="00EE5C7C" w:rsidRPr="00C86ACD">
        <w:t xml:space="preserve">viz </w:t>
      </w:r>
      <w:r w:rsidR="002F7D63" w:rsidRPr="00C86ACD">
        <w:t xml:space="preserve">příloha č. </w:t>
      </w:r>
      <w:r w:rsidR="00EE5C7C" w:rsidRPr="00C86ACD">
        <w:fldChar w:fldCharType="begin"/>
      </w:r>
      <w:r w:rsidR="00EE5C7C" w:rsidRPr="00C86ACD">
        <w:instrText xml:space="preserve"> REF _Ref121495527 \r \h </w:instrText>
      </w:r>
      <w:r w:rsidR="00FC2DCD" w:rsidRPr="00C86ACD">
        <w:instrText xml:space="preserve"> \* MERGEFORMAT </w:instrText>
      </w:r>
      <w:r w:rsidR="00EE5C7C" w:rsidRPr="00C86ACD">
        <w:fldChar w:fldCharType="separate"/>
      </w:r>
      <w:r w:rsidR="00017F8E">
        <w:t>7.1.2</w:t>
      </w:r>
      <w:r w:rsidR="00EE5C7C" w:rsidRPr="00C86ACD">
        <w:fldChar w:fldCharType="end"/>
      </w:r>
      <w:r w:rsidR="00EE5C7C" w:rsidRPr="00C86ACD">
        <w:t xml:space="preserve"> těchto ZTP</w:t>
      </w:r>
      <w:r w:rsidR="002F7D63" w:rsidRPr="00C86ACD">
        <w:t>.</w:t>
      </w:r>
    </w:p>
    <w:p w14:paraId="269F317A" w14:textId="77777777" w:rsidR="00541F46" w:rsidRPr="00C86ACD" w:rsidRDefault="00541F46" w:rsidP="00541F46">
      <w:pPr>
        <w:pStyle w:val="Text2-1"/>
      </w:pPr>
      <w:r w:rsidRPr="00C86ACD">
        <w:t>V celém dokumentu VTP/DOKUMENTACE/06/23 se odkazy na „směrnici MD č. V-2/2012 [57]“ nahrazuji odkazem na „Pravidla [57]“. Odkaz [57] v článku 12.2 Platné obecně závazné právní předpisy, zákony a vyhlášky ČR ve VTP/DOKUMENTACE/06/23 se nahrazuje následujícím zněním: „[57] Pravidla pro postupy v průběhu přípravy investičních a neinvestičních akcí dopravní infrastruktury, financovaných bez účasti státního rozpočtu, čj.: MD-41709/2023-910/2, Prosinec 2023“.</w:t>
      </w:r>
    </w:p>
    <w:p w14:paraId="6E1BAF2D" w14:textId="77777777" w:rsidR="00F678E3" w:rsidRPr="00C86ACD" w:rsidRDefault="00F678E3" w:rsidP="002F2288">
      <w:pPr>
        <w:pStyle w:val="Nadpis2-2"/>
      </w:pPr>
      <w:bookmarkStart w:id="15" w:name="_Toc15649875"/>
      <w:bookmarkStart w:id="16" w:name="_Toc157152376"/>
      <w:r w:rsidRPr="00C86ACD">
        <w:t>Zabezpečovací zařízení</w:t>
      </w:r>
      <w:bookmarkEnd w:id="15"/>
      <w:bookmarkEnd w:id="16"/>
    </w:p>
    <w:p w14:paraId="371C47F6" w14:textId="77777777" w:rsidR="00F678E3" w:rsidRPr="00C86ACD" w:rsidRDefault="00F678E3" w:rsidP="00295E30">
      <w:pPr>
        <w:pStyle w:val="Text2-1"/>
        <w:keepNext/>
        <w:rPr>
          <w:rStyle w:val="Tun"/>
        </w:rPr>
      </w:pPr>
      <w:r w:rsidRPr="00C86ACD">
        <w:rPr>
          <w:rStyle w:val="Tun"/>
        </w:rPr>
        <w:t xml:space="preserve">Popis stávajícího stavu </w:t>
      </w:r>
    </w:p>
    <w:p w14:paraId="53017086" w14:textId="73BF7550" w:rsidR="00F678E3" w:rsidRPr="00C86ACD" w:rsidRDefault="00DE2409" w:rsidP="002F2288">
      <w:pPr>
        <w:pStyle w:val="Text2-2"/>
      </w:pPr>
      <w:r w:rsidRPr="00C86ACD">
        <w:t>Přejezd P5041 je s úplnými závislostmi, bez závor, s pozitivním signálem, informace je předávána obsluhujícímu zaměstnanci</w:t>
      </w:r>
      <w:r w:rsidR="00B46DEB" w:rsidRPr="00C86ACD">
        <w:t>.</w:t>
      </w:r>
    </w:p>
    <w:p w14:paraId="79469B72" w14:textId="77777777" w:rsidR="00F678E3" w:rsidRPr="00C86ACD" w:rsidRDefault="00F678E3" w:rsidP="00295E30">
      <w:pPr>
        <w:pStyle w:val="Text2-1"/>
        <w:keepNext/>
        <w:rPr>
          <w:rStyle w:val="Tun"/>
        </w:rPr>
      </w:pPr>
      <w:r w:rsidRPr="00C86ACD">
        <w:rPr>
          <w:rStyle w:val="Tun"/>
        </w:rPr>
        <w:t xml:space="preserve">Požadavky na nový stav </w:t>
      </w:r>
    </w:p>
    <w:p w14:paraId="7176FEB4" w14:textId="64F52636" w:rsidR="00D73A99" w:rsidRPr="00C86ACD" w:rsidRDefault="00D73A99" w:rsidP="002F2288">
      <w:pPr>
        <w:pStyle w:val="Text2-2"/>
      </w:pPr>
      <w:r w:rsidRPr="00C86ACD">
        <w:t>Snesení a likvidace výstroje PZS.</w:t>
      </w:r>
    </w:p>
    <w:p w14:paraId="741EDC50" w14:textId="58B9B7C6" w:rsidR="00686836" w:rsidRPr="00C86ACD" w:rsidRDefault="00686836" w:rsidP="002F2288">
      <w:pPr>
        <w:pStyle w:val="Text2-2"/>
      </w:pPr>
      <w:r w:rsidRPr="00C86ACD">
        <w:t>V žst. Heřmanův Městec budou provedeny následující změny:</w:t>
      </w:r>
    </w:p>
    <w:p w14:paraId="15293028" w14:textId="7A6420C4" w:rsidR="00686836" w:rsidRPr="00C86ACD" w:rsidRDefault="00686836" w:rsidP="00686836">
      <w:pPr>
        <w:pStyle w:val="Odstavecseseznamem"/>
        <w:numPr>
          <w:ilvl w:val="0"/>
          <w:numId w:val="40"/>
        </w:numPr>
        <w:spacing w:after="0" w:line="240" w:lineRule="auto"/>
        <w:contextualSpacing w:val="0"/>
        <w:rPr>
          <w:color w:val="000000"/>
          <w:sz w:val="18"/>
          <w:szCs w:val="18"/>
        </w:rPr>
      </w:pPr>
      <w:r w:rsidRPr="00C86ACD">
        <w:rPr>
          <w:color w:val="000000"/>
          <w:sz w:val="18"/>
          <w:szCs w:val="18"/>
        </w:rPr>
        <w:t>zrušení kontrol na kolejové desce</w:t>
      </w:r>
    </w:p>
    <w:p w14:paraId="68293C88" w14:textId="2524CFE8" w:rsidR="00686836" w:rsidRPr="00C86ACD" w:rsidRDefault="00686836" w:rsidP="00686836">
      <w:pPr>
        <w:pStyle w:val="Odstavecseseznamem"/>
        <w:numPr>
          <w:ilvl w:val="0"/>
          <w:numId w:val="40"/>
        </w:numPr>
        <w:spacing w:after="0" w:line="240" w:lineRule="auto"/>
        <w:contextualSpacing w:val="0"/>
        <w:rPr>
          <w:color w:val="000000"/>
          <w:sz w:val="18"/>
          <w:szCs w:val="18"/>
        </w:rPr>
      </w:pPr>
      <w:r w:rsidRPr="00C86ACD">
        <w:rPr>
          <w:color w:val="000000"/>
          <w:sz w:val="18"/>
          <w:szCs w:val="18"/>
        </w:rPr>
        <w:t>úpravu SW (zrušení kontrol)</w:t>
      </w:r>
    </w:p>
    <w:p w14:paraId="11040A9F" w14:textId="21555CA8" w:rsidR="00686836" w:rsidRPr="00C86ACD" w:rsidRDefault="00686836" w:rsidP="00686836">
      <w:pPr>
        <w:pStyle w:val="Odstavecseseznamem"/>
        <w:numPr>
          <w:ilvl w:val="0"/>
          <w:numId w:val="40"/>
        </w:numPr>
        <w:spacing w:after="0" w:line="240" w:lineRule="auto"/>
        <w:contextualSpacing w:val="0"/>
        <w:rPr>
          <w:color w:val="000000"/>
          <w:sz w:val="18"/>
          <w:szCs w:val="18"/>
        </w:rPr>
      </w:pPr>
      <w:r w:rsidRPr="00C86ACD">
        <w:rPr>
          <w:color w:val="000000"/>
          <w:sz w:val="18"/>
          <w:szCs w:val="18"/>
        </w:rPr>
        <w:t>úpravy zapojení odjezdových návěstidel směr Choltice</w:t>
      </w:r>
    </w:p>
    <w:p w14:paraId="5BE1A5E3" w14:textId="61BF68C5" w:rsidR="00686836" w:rsidRPr="00C86ACD" w:rsidRDefault="00686836" w:rsidP="00686836">
      <w:pPr>
        <w:pStyle w:val="Text2-2"/>
        <w:spacing w:before="120"/>
      </w:pPr>
      <w:r w:rsidRPr="00C86ACD">
        <w:t>V žst. Choltice bude upraven SW (odjezdy směr Heřmanův Městec).</w:t>
      </w:r>
    </w:p>
    <w:p w14:paraId="38161782" w14:textId="77777777" w:rsidR="00F678E3" w:rsidRPr="00C86ACD" w:rsidRDefault="00F678E3" w:rsidP="002F2288">
      <w:pPr>
        <w:pStyle w:val="Nadpis2-2"/>
      </w:pPr>
      <w:bookmarkStart w:id="17" w:name="_Toc15649877"/>
      <w:bookmarkStart w:id="18" w:name="_Toc157152377"/>
      <w:r w:rsidRPr="00C86ACD">
        <w:lastRenderedPageBreak/>
        <w:t>Silnoproudá technologie včetně DŘT, trakční a energetická zařízení</w:t>
      </w:r>
      <w:bookmarkEnd w:id="17"/>
      <w:bookmarkEnd w:id="18"/>
    </w:p>
    <w:p w14:paraId="4290A760" w14:textId="77777777" w:rsidR="00295E30" w:rsidRPr="00C86ACD" w:rsidRDefault="00295E30" w:rsidP="00295E30">
      <w:pPr>
        <w:pStyle w:val="Text2-1"/>
        <w:keepNext/>
        <w:rPr>
          <w:rStyle w:val="Tun"/>
        </w:rPr>
      </w:pPr>
      <w:bookmarkStart w:id="19" w:name="_Toc15649878"/>
      <w:r w:rsidRPr="00C86ACD">
        <w:rPr>
          <w:rStyle w:val="Tun"/>
        </w:rPr>
        <w:t xml:space="preserve">Popis stávajícího stavu </w:t>
      </w:r>
    </w:p>
    <w:p w14:paraId="4271DCD9" w14:textId="164C9508" w:rsidR="00295E30" w:rsidRPr="00C86ACD" w:rsidRDefault="001A72E8" w:rsidP="00295E30">
      <w:pPr>
        <w:pStyle w:val="Text2-2"/>
      </w:pPr>
      <w:r w:rsidRPr="00C86ACD">
        <w:t>Přejezd je napájen z napájecího kabelu 6kV</w:t>
      </w:r>
      <w:r w:rsidR="0084582D" w:rsidRPr="00C86ACD">
        <w:t>.</w:t>
      </w:r>
    </w:p>
    <w:p w14:paraId="25325BE8" w14:textId="77777777" w:rsidR="00295E30" w:rsidRPr="00C86ACD" w:rsidRDefault="00295E30" w:rsidP="00295E30">
      <w:pPr>
        <w:pStyle w:val="Text2-1"/>
        <w:keepNext/>
        <w:rPr>
          <w:rStyle w:val="Tun"/>
        </w:rPr>
      </w:pPr>
      <w:r w:rsidRPr="00C86ACD">
        <w:rPr>
          <w:rStyle w:val="Tun"/>
        </w:rPr>
        <w:t xml:space="preserve">Požadavky na nový stav </w:t>
      </w:r>
    </w:p>
    <w:p w14:paraId="17FC9C6A" w14:textId="3C38B7CB" w:rsidR="00295E30" w:rsidRPr="00C86ACD" w:rsidRDefault="005F5945" w:rsidP="00295E30">
      <w:pPr>
        <w:pStyle w:val="Text2-2"/>
      </w:pPr>
      <w:r w:rsidRPr="00C86ACD">
        <w:t>Zapravení napájecího místa přejezdu P5041.</w:t>
      </w:r>
    </w:p>
    <w:p w14:paraId="21B878C5" w14:textId="77777777" w:rsidR="00123B03" w:rsidRPr="00C86ACD" w:rsidRDefault="00123B03" w:rsidP="00123B03">
      <w:pPr>
        <w:pStyle w:val="Nadpis2-2"/>
      </w:pPr>
      <w:bookmarkStart w:id="20" w:name="_Toc15649881"/>
      <w:bookmarkStart w:id="21" w:name="_Toc151373312"/>
      <w:bookmarkStart w:id="22" w:name="_Toc151711941"/>
      <w:bookmarkStart w:id="23" w:name="_Toc15649884"/>
      <w:bookmarkStart w:id="24" w:name="_Toc157152378"/>
      <w:bookmarkEnd w:id="19"/>
      <w:r w:rsidRPr="00C86ACD">
        <w:t>Železniční přejezdy</w:t>
      </w:r>
      <w:bookmarkEnd w:id="20"/>
      <w:bookmarkEnd w:id="21"/>
      <w:bookmarkEnd w:id="22"/>
      <w:bookmarkEnd w:id="24"/>
    </w:p>
    <w:p w14:paraId="3CFDD64A" w14:textId="77777777" w:rsidR="00123B03" w:rsidRPr="00C86ACD" w:rsidRDefault="00123B03" w:rsidP="00123B03">
      <w:pPr>
        <w:pStyle w:val="Text2-1"/>
        <w:rPr>
          <w:rStyle w:val="Tun"/>
        </w:rPr>
      </w:pPr>
      <w:r w:rsidRPr="00C86ACD">
        <w:rPr>
          <w:rStyle w:val="Tun"/>
        </w:rPr>
        <w:t xml:space="preserve">Popis stávajícího stavu </w:t>
      </w:r>
    </w:p>
    <w:p w14:paraId="71129B9D" w14:textId="62FFD8A9" w:rsidR="00123B03" w:rsidRPr="00C86ACD" w:rsidRDefault="00123B03" w:rsidP="00123B03">
      <w:pPr>
        <w:pStyle w:val="Text2-2"/>
      </w:pPr>
      <w:r w:rsidRPr="00C86ACD">
        <w:t>Přejezdová konstrukce přejezdu P</w:t>
      </w:r>
      <w:r w:rsidR="001A4BB3" w:rsidRPr="00C86ACD">
        <w:t>5041</w:t>
      </w:r>
      <w:r w:rsidRPr="00C86ACD">
        <w:t xml:space="preserve"> je </w:t>
      </w:r>
      <w:r w:rsidR="001A4BB3" w:rsidRPr="00C86ACD">
        <w:t>dřevěná vozovková.</w:t>
      </w:r>
      <w:r w:rsidRPr="00C86ACD">
        <w:t xml:space="preserve"> Šířka přejezdu je </w:t>
      </w:r>
      <w:r w:rsidR="001A4BB3" w:rsidRPr="00C86ACD">
        <w:t>4,3</w:t>
      </w:r>
      <w:r w:rsidRPr="00C86ACD">
        <w:t xml:space="preserve"> m. Železniční přejezd je jednokolejný. Úhel křížení s železniční trati s komunikací je </w:t>
      </w:r>
      <w:r w:rsidR="001A4BB3" w:rsidRPr="00C86ACD">
        <w:t>150</w:t>
      </w:r>
      <w:r w:rsidRPr="00C86ACD">
        <w:t>°.</w:t>
      </w:r>
    </w:p>
    <w:p w14:paraId="2992F78B" w14:textId="02A2C4A8" w:rsidR="00E3286F" w:rsidRPr="00C86ACD" w:rsidRDefault="00E3286F" w:rsidP="00E3286F">
      <w:pPr>
        <w:pStyle w:val="Text2-2"/>
      </w:pPr>
      <w:bookmarkStart w:id="25" w:name="_Hlk153273585"/>
      <w:r w:rsidRPr="00C86ACD">
        <w:t>Konstrukce železničního svršku je tvořena z tvaru S49</w:t>
      </w:r>
      <w:r w:rsidR="008636FF" w:rsidRPr="00C86ACD">
        <w:t xml:space="preserve">, upevnění podkladnic </w:t>
      </w:r>
      <w:r w:rsidRPr="00C86ACD">
        <w:t>rozponov</w:t>
      </w:r>
      <w:r w:rsidR="00302D7D" w:rsidRPr="00C86ACD">
        <w:t>é</w:t>
      </w:r>
      <w:r w:rsidRPr="00C86ACD">
        <w:t xml:space="preserve">, </w:t>
      </w:r>
      <w:r w:rsidR="008636FF" w:rsidRPr="00C86ACD">
        <w:t xml:space="preserve">svěrka </w:t>
      </w:r>
      <w:r w:rsidRPr="00C86ACD">
        <w:t>tuhá</w:t>
      </w:r>
      <w:r w:rsidR="008636FF" w:rsidRPr="00C86ACD">
        <w:t xml:space="preserve">, </w:t>
      </w:r>
      <w:r w:rsidRPr="00C86ACD">
        <w:t>dřevěné pražce.</w:t>
      </w:r>
    </w:p>
    <w:bookmarkEnd w:id="25"/>
    <w:p w14:paraId="0961D716" w14:textId="3ACAAA91" w:rsidR="00123B03" w:rsidRPr="00C86ACD" w:rsidRDefault="00123B03" w:rsidP="00123B03">
      <w:pPr>
        <w:pStyle w:val="Text2-1"/>
        <w:rPr>
          <w:rStyle w:val="Tun"/>
        </w:rPr>
      </w:pPr>
      <w:r w:rsidRPr="00C86ACD">
        <w:rPr>
          <w:rStyle w:val="Tun"/>
        </w:rPr>
        <w:t xml:space="preserve">Požadavky na nový stav </w:t>
      </w:r>
    </w:p>
    <w:p w14:paraId="09852975" w14:textId="0D9DDAAA" w:rsidR="00123B03" w:rsidRPr="00C86ACD" w:rsidRDefault="00123B03" w:rsidP="00123B03">
      <w:pPr>
        <w:pStyle w:val="Text2-2"/>
      </w:pPr>
      <w:r w:rsidRPr="00C86ACD">
        <w:t>Přejezd P5041 bude zrušen (rozebrání stávající konstrukce) a nahrazen náhradní pozemní komunikací.</w:t>
      </w:r>
    </w:p>
    <w:p w14:paraId="307C6578" w14:textId="587BA98D" w:rsidR="00F678E3" w:rsidRPr="00C86ACD" w:rsidRDefault="00F678E3" w:rsidP="002F2288">
      <w:pPr>
        <w:pStyle w:val="Nadpis2-2"/>
      </w:pPr>
      <w:bookmarkStart w:id="26" w:name="_Toc157152379"/>
      <w:r w:rsidRPr="00C86ACD">
        <w:t>Ostatní objekty</w:t>
      </w:r>
      <w:bookmarkEnd w:id="23"/>
      <w:bookmarkEnd w:id="26"/>
    </w:p>
    <w:p w14:paraId="5F11F631" w14:textId="01C699C6" w:rsidR="00123B03" w:rsidRPr="00C86ACD" w:rsidRDefault="00123B03" w:rsidP="00123B03">
      <w:pPr>
        <w:pStyle w:val="Text2-1"/>
      </w:pPr>
      <w:bookmarkStart w:id="27" w:name="_Toc15649886"/>
      <w:r w:rsidRPr="00C86ACD">
        <w:t xml:space="preserve">Součástí stavby budou rovněž nezbytné další objekty nutné pro zhotovení díla, zejména přeložky a ochrana inženýrských sítí, </w:t>
      </w:r>
      <w:r w:rsidRPr="00C86ACD">
        <w:rPr>
          <w:b/>
          <w:bCs/>
        </w:rPr>
        <w:t xml:space="preserve">vybudování náhradní pozemní komunikace </w:t>
      </w:r>
      <w:r w:rsidRPr="00C86ACD">
        <w:t>(</w:t>
      </w:r>
      <w:r w:rsidRPr="00C86ACD">
        <w:rPr>
          <w:rFonts w:eastAsia="Times New Roman" w:cstheme="minorHAnsi"/>
          <w:color w:val="000000"/>
        </w:rPr>
        <w:t>kameninová drť</w:t>
      </w:r>
      <w:r w:rsidRPr="00C86ACD">
        <w:t>), kabelovody a podobně.</w:t>
      </w:r>
    </w:p>
    <w:p w14:paraId="115BBB65" w14:textId="28A75E8D" w:rsidR="00123B03" w:rsidRPr="00C86ACD" w:rsidRDefault="00123B03" w:rsidP="00123B03">
      <w:pPr>
        <w:pStyle w:val="Text2-1"/>
      </w:pPr>
      <w:r w:rsidRPr="00C86ACD">
        <w:t>Náhradní pozemní komunikace bude vybudována z kameninové drti</w:t>
      </w:r>
      <w:r w:rsidR="003A2A76" w:rsidRPr="00C86ACD">
        <w:t>, délky cca 230 m</w:t>
      </w:r>
      <w:r w:rsidRPr="00C86ACD">
        <w:t>.</w:t>
      </w:r>
    </w:p>
    <w:p w14:paraId="0730C8EB" w14:textId="703CAE16" w:rsidR="00123B03" w:rsidRPr="00C86ACD" w:rsidRDefault="00123B03" w:rsidP="00123B03">
      <w:pPr>
        <w:pStyle w:val="Text2-1"/>
      </w:pPr>
      <w:r w:rsidRPr="00C86ACD">
        <w:t>Komunikace nahradí přístup na pozemky soukromých vlastníků</w:t>
      </w:r>
      <w:r w:rsidR="002011D3" w:rsidRPr="00C86ACD">
        <w:t>.</w:t>
      </w:r>
    </w:p>
    <w:p w14:paraId="75988DD3" w14:textId="690C2A5A" w:rsidR="00123B03" w:rsidRPr="00C86ACD" w:rsidRDefault="00123B03" w:rsidP="00123B03">
      <w:pPr>
        <w:pStyle w:val="Text2-1"/>
      </w:pPr>
      <w:r w:rsidRPr="00C86ACD">
        <w:t xml:space="preserve">Náhradní komunikace </w:t>
      </w:r>
      <w:r w:rsidR="00851945">
        <w:t>se předpokládá, že povede</w:t>
      </w:r>
      <w:r w:rsidRPr="00C86ACD">
        <w:t xml:space="preserve"> přes pozemky obce </w:t>
      </w:r>
      <w:r w:rsidR="003A2A76" w:rsidRPr="00C86ACD">
        <w:t xml:space="preserve">Klešice </w:t>
      </w:r>
      <w:r w:rsidRPr="00C86ACD">
        <w:t xml:space="preserve">(p.p.č </w:t>
      </w:r>
      <w:r w:rsidR="003A2A76" w:rsidRPr="00C86ACD">
        <w:t xml:space="preserve">567 </w:t>
      </w:r>
      <w:r w:rsidRPr="00C86ACD">
        <w:t>a</w:t>
      </w:r>
      <w:r w:rsidR="003A2A76" w:rsidRPr="00C86ACD">
        <w:t xml:space="preserve"> 423/9)</w:t>
      </w:r>
      <w:r w:rsidRPr="00C86ACD">
        <w:t xml:space="preserve"> pozemk</w:t>
      </w:r>
      <w:r w:rsidR="003A2A76" w:rsidRPr="00C86ACD">
        <w:t xml:space="preserve">y soukromých vlastníků </w:t>
      </w:r>
      <w:r w:rsidRPr="00C86ACD">
        <w:t>(p.p.č.</w:t>
      </w:r>
      <w:r w:rsidR="00295732" w:rsidRPr="00C86ACD">
        <w:t xml:space="preserve"> 469/2,</w:t>
      </w:r>
      <w:r w:rsidRPr="00C86ACD">
        <w:t xml:space="preserve"> </w:t>
      </w:r>
      <w:r w:rsidR="003A2A76" w:rsidRPr="00C86ACD">
        <w:t>469/3, 469/4, 469/5</w:t>
      </w:r>
      <w:r w:rsidR="00D61C0F" w:rsidRPr="00C86ACD">
        <w:t>,</w:t>
      </w:r>
      <w:r w:rsidR="003A2A76" w:rsidRPr="00C86ACD">
        <w:t xml:space="preserve"> 469/6</w:t>
      </w:r>
      <w:r w:rsidR="00D61C0F" w:rsidRPr="00C86ACD">
        <w:t>, 469/7 a 469/10</w:t>
      </w:r>
      <w:r w:rsidRPr="00C86ACD">
        <w:t>)</w:t>
      </w:r>
      <w:r w:rsidR="004F488C">
        <w:t xml:space="preserve"> </w:t>
      </w:r>
      <w:r w:rsidRPr="00C86ACD">
        <w:t xml:space="preserve">v k. ú. </w:t>
      </w:r>
      <w:r w:rsidR="003A2A76" w:rsidRPr="00C86ACD">
        <w:t>Klešice</w:t>
      </w:r>
      <w:r w:rsidRPr="00C86ACD">
        <w:t>.</w:t>
      </w:r>
    </w:p>
    <w:p w14:paraId="3F566B44" w14:textId="77777777" w:rsidR="00002C2C" w:rsidRPr="00C86ACD" w:rsidRDefault="00002C2C" w:rsidP="00A71A6E">
      <w:pPr>
        <w:pStyle w:val="Nadpis2-2"/>
      </w:pPr>
      <w:bookmarkStart w:id="28" w:name="_Toc157152380"/>
      <w:r w:rsidRPr="00C86ACD">
        <w:t>Zásady organizace výstavby</w:t>
      </w:r>
      <w:bookmarkEnd w:id="28"/>
    </w:p>
    <w:p w14:paraId="6079DCAB" w14:textId="0B65AB12" w:rsidR="00EE564B" w:rsidRPr="00C86ACD" w:rsidRDefault="003A1C57" w:rsidP="00EE564B">
      <w:pPr>
        <w:pStyle w:val="Text2-1"/>
      </w:pPr>
      <w:r w:rsidRPr="00C86ACD">
        <w:t xml:space="preserve">V rámci zpracování DUSP a PDPS, bude vypracován postup výstavby (stavební postupy a jejich harmonogram, vč. </w:t>
      </w:r>
      <w:r w:rsidR="00891A8B" w:rsidRPr="00C86ACD">
        <w:t>Vyznačení doby rozhodujících SO a PS) a stanovení počtu dní všech nejen nepřetržitých výluk.</w:t>
      </w:r>
    </w:p>
    <w:p w14:paraId="3E136FC7" w14:textId="77777777" w:rsidR="00F678E3" w:rsidRPr="00C86ACD" w:rsidRDefault="00F678E3" w:rsidP="00EF174F">
      <w:pPr>
        <w:pStyle w:val="Nadpis2-2"/>
      </w:pPr>
      <w:bookmarkStart w:id="29" w:name="_Toc157152381"/>
      <w:r w:rsidRPr="00C86ACD">
        <w:t>Geodetická dokumentace</w:t>
      </w:r>
      <w:bookmarkEnd w:id="27"/>
      <w:r w:rsidR="00EF174F" w:rsidRPr="00C86ACD">
        <w:t xml:space="preserve"> (Geodetický podklad pro projektovou činnost zpracovaný podle jiných právních předpisů)</w:t>
      </w:r>
      <w:bookmarkEnd w:id="29"/>
    </w:p>
    <w:p w14:paraId="4A3EBBDF" w14:textId="3FC05EFC" w:rsidR="00BE6B33" w:rsidRPr="00C86ACD" w:rsidRDefault="00BE6B33" w:rsidP="00BE6B33">
      <w:pPr>
        <w:pStyle w:val="Text2-1"/>
      </w:pPr>
      <w:r w:rsidRPr="00C86ACD">
        <w:rPr>
          <w:b/>
        </w:rPr>
        <w:t>Na neelektrizovaných tratích</w:t>
      </w:r>
      <w:r w:rsidRPr="00C86ACD">
        <w:t xml:space="preserve"> musí být návrh vytyčovací sítě řešen s vědomím, že ŽBP upravené pro potřeby vytyčovací sítě má plnit současně funkci zajištění PPK</w:t>
      </w:r>
      <w:r w:rsidR="007D3E0E" w:rsidRPr="00C86ACD">
        <w:t>,</w:t>
      </w:r>
      <w:r w:rsidRPr="00C86ACD">
        <w:t xml:space="preserve"> a to v souladu s požadavky dle dopisu </w:t>
      </w:r>
      <w:r w:rsidR="004F590D" w:rsidRPr="00C86ACD">
        <w:t xml:space="preserve">Ředitele </w:t>
      </w:r>
      <w:r w:rsidRPr="00C86ACD">
        <w:t>O13, čj. 168954/2021-SŽ-GŘ-O13, Zajištění prostorové polohy na neelektrizovaných tratích SŽ</w:t>
      </w:r>
      <w:r w:rsidR="004F590D" w:rsidRPr="00C86ACD">
        <w:t xml:space="preserve"> (viz Příloha </w:t>
      </w:r>
      <w:r w:rsidR="004F590D" w:rsidRPr="00C86ACD">
        <w:fldChar w:fldCharType="begin"/>
      </w:r>
      <w:r w:rsidR="004F590D" w:rsidRPr="00C86ACD">
        <w:instrText xml:space="preserve"> REF _Ref92267992 \r \h </w:instrText>
      </w:r>
      <w:r w:rsidR="00C86ACD">
        <w:instrText xml:space="preserve"> \* MERGEFORMAT </w:instrText>
      </w:r>
      <w:r w:rsidR="004F590D" w:rsidRPr="00C86ACD">
        <w:fldChar w:fldCharType="separate"/>
      </w:r>
      <w:r w:rsidR="00017F8E">
        <w:t>7.1.1</w:t>
      </w:r>
      <w:r w:rsidR="004F590D" w:rsidRPr="00C86ACD">
        <w:fldChar w:fldCharType="end"/>
      </w:r>
      <w:r w:rsidR="004F590D" w:rsidRPr="00C86ACD">
        <w:t xml:space="preserve"> těchto ZTP)</w:t>
      </w:r>
      <w:r w:rsidR="00072C3F" w:rsidRPr="00C86ACD">
        <w:t>.</w:t>
      </w:r>
    </w:p>
    <w:p w14:paraId="6AB1810E" w14:textId="77777777" w:rsidR="00541F46" w:rsidRPr="00C86ACD" w:rsidRDefault="00541F46" w:rsidP="00541F46">
      <w:pPr>
        <w:pStyle w:val="Nadpis2-2"/>
      </w:pPr>
      <w:bookmarkStart w:id="30" w:name="_Toc155188733"/>
      <w:bookmarkStart w:id="31" w:name="_Toc155256693"/>
      <w:bookmarkStart w:id="32" w:name="_Toc157152382"/>
      <w:r w:rsidRPr="00C86ACD">
        <w:t>Životní prostředí</w:t>
      </w:r>
      <w:bookmarkEnd w:id="30"/>
      <w:bookmarkEnd w:id="31"/>
      <w:bookmarkEnd w:id="32"/>
    </w:p>
    <w:p w14:paraId="36B0D683" w14:textId="77777777" w:rsidR="00541F46" w:rsidRPr="00C86ACD" w:rsidRDefault="00541F46" w:rsidP="00541F46">
      <w:pPr>
        <w:pStyle w:val="Text2-1"/>
      </w:pPr>
      <w:r w:rsidRPr="00C86ACD">
        <w:t xml:space="preserve">Součástí Dokumentace bude zpracovaná kapitola Environmental, Social and Governance (dále jen „ESG“), kde bude uvedena přehledná tabulka tzv. Environmental and Social plan s uvedenými požadavky na evropské standardy pro podávání zpráv o udržitelnosti (dále jen „ESRS“). Součástí bude i vyhodnocení předmětných rizik v souladu s ESRS. Předmětná kapitola bude konzultována s garantem na ŽP Objednatele. </w:t>
      </w:r>
    </w:p>
    <w:p w14:paraId="438259F0" w14:textId="77777777" w:rsidR="00FD501F" w:rsidRPr="00C86ACD" w:rsidRDefault="00FD501F" w:rsidP="00A71A6E">
      <w:pPr>
        <w:pStyle w:val="Nadpis2-1"/>
      </w:pPr>
      <w:bookmarkStart w:id="33" w:name="_Ref62118429"/>
      <w:bookmarkStart w:id="34" w:name="_Toc157152383"/>
      <w:r w:rsidRPr="00C86ACD">
        <w:lastRenderedPageBreak/>
        <w:t>SPECIFICKÉ POŽADAVKY</w:t>
      </w:r>
      <w:bookmarkEnd w:id="33"/>
      <w:bookmarkEnd w:id="34"/>
    </w:p>
    <w:p w14:paraId="7AC11F6E" w14:textId="77777777" w:rsidR="00A836EC" w:rsidRPr="00C86ACD" w:rsidRDefault="00A836EC" w:rsidP="00A71A6E">
      <w:pPr>
        <w:pStyle w:val="Nadpis2-2"/>
      </w:pPr>
      <w:bookmarkStart w:id="35" w:name="_Toc157152384"/>
      <w:r w:rsidRPr="00C86ACD">
        <w:t>Všeobecně</w:t>
      </w:r>
      <w:bookmarkEnd w:id="35"/>
    </w:p>
    <w:p w14:paraId="1D4CEE20" w14:textId="77777777" w:rsidR="00FD501F" w:rsidRPr="00C86ACD" w:rsidRDefault="00FD501F" w:rsidP="00A71A6E">
      <w:pPr>
        <w:pStyle w:val="Text2-1"/>
      </w:pPr>
      <w:r w:rsidRPr="00C86ACD">
        <w:t>Podmínky pro přidělení výlukových časů, případně jiných omezení železničního provozu, uzavírky komunikací nebo jiné podmínky související s prováděním díla:</w:t>
      </w:r>
    </w:p>
    <w:p w14:paraId="6C6D898F" w14:textId="00A1D792" w:rsidR="00EF0FF1" w:rsidRPr="00C86ACD" w:rsidRDefault="006E2C0F" w:rsidP="000F045A">
      <w:pPr>
        <w:pStyle w:val="Text2-1"/>
        <w:numPr>
          <w:ilvl w:val="2"/>
          <w:numId w:val="39"/>
        </w:numPr>
        <w:ind w:left="851"/>
      </w:pPr>
      <w:bookmarkStart w:id="36" w:name="_Ref62119057"/>
      <w:r w:rsidRPr="00C86ACD">
        <w:t>Minimalizovat rozsah nepřetržitých výluk</w:t>
      </w:r>
    </w:p>
    <w:p w14:paraId="414318ED" w14:textId="77777777" w:rsidR="006E78B7" w:rsidRPr="00C86ACD" w:rsidRDefault="006E78B7" w:rsidP="000F045A">
      <w:pPr>
        <w:pStyle w:val="Text2-1"/>
        <w:numPr>
          <w:ilvl w:val="2"/>
          <w:numId w:val="39"/>
        </w:numPr>
        <w:ind w:left="851"/>
      </w:pPr>
      <w:r w:rsidRPr="00C86ACD">
        <w:t>Dílčí odevzdání Dokumentace bude oproti odstavci 3.4.1 VTP/DOKUMENTACE/</w:t>
      </w:r>
      <w:r w:rsidR="00FC2DCD" w:rsidRPr="00C86ACD">
        <w:t>06/23</w:t>
      </w:r>
      <w:r w:rsidRPr="00C86ACD">
        <w:t xml:space="preserve"> odevzdáno pouze v elektronické podobě v počtu 2 x CD (DVD).</w:t>
      </w:r>
    </w:p>
    <w:p w14:paraId="1935BDB2" w14:textId="77777777" w:rsidR="00FD501F" w:rsidRPr="00C86ACD" w:rsidRDefault="00FD501F" w:rsidP="00A71A6E">
      <w:pPr>
        <w:pStyle w:val="Nadpis2-1"/>
      </w:pPr>
      <w:bookmarkStart w:id="37" w:name="_Toc157152385"/>
      <w:bookmarkEnd w:id="36"/>
      <w:r w:rsidRPr="00C86ACD">
        <w:t>SOUVISEJÍCÍ DOKUMENTY A PŘEDPISY</w:t>
      </w:r>
      <w:bookmarkEnd w:id="37"/>
    </w:p>
    <w:p w14:paraId="3DBB1E58" w14:textId="77777777" w:rsidR="002167D4" w:rsidRPr="00C86ACD" w:rsidRDefault="002167D4" w:rsidP="00A71A6E">
      <w:pPr>
        <w:pStyle w:val="Text2-1"/>
      </w:pPr>
      <w:r w:rsidRPr="00C86ACD">
        <w:t>Zhotovitel se zavazuje provádět dílo v souladu s obecně závaznými právními předpisy České republiky a EU, technickými normami a s dokumenty a vnitřními předpisy Objednatele (směrnice, vzorové listy, TKP, VTP, ZTP apod.), vše v platném znění.</w:t>
      </w:r>
    </w:p>
    <w:p w14:paraId="4E87F726" w14:textId="77777777" w:rsidR="002167D4" w:rsidRPr="00C86ACD" w:rsidRDefault="002167D4" w:rsidP="00A71A6E">
      <w:pPr>
        <w:pStyle w:val="Text2-1"/>
      </w:pPr>
      <w:r w:rsidRPr="00C86ACD">
        <w:t xml:space="preserve">Objednatel umožňuje Zhotoviteli přístup ke svým </w:t>
      </w:r>
      <w:r w:rsidR="00362D1E" w:rsidRPr="00C86ACD">
        <w:t xml:space="preserve">vnitřním </w:t>
      </w:r>
      <w:r w:rsidRPr="00C86ACD">
        <w:t xml:space="preserve">dokumentům a předpisům </w:t>
      </w:r>
      <w:r w:rsidR="00362D1E" w:rsidRPr="00C86ACD">
        <w:t>a</w:t>
      </w:r>
      <w:r w:rsidR="009A26CD" w:rsidRPr="00C86ACD">
        <w:t> </w:t>
      </w:r>
      <w:r w:rsidR="00362D1E" w:rsidRPr="00C86ACD">
        <w:t xml:space="preserve">typové dokumentaci </w:t>
      </w:r>
      <w:r w:rsidRPr="00C86ACD">
        <w:t xml:space="preserve">na webových stránkách: </w:t>
      </w:r>
    </w:p>
    <w:p w14:paraId="51215D32" w14:textId="77777777" w:rsidR="002167D4" w:rsidRPr="00C86ACD" w:rsidRDefault="00A50196" w:rsidP="002167D4">
      <w:pPr>
        <w:pStyle w:val="Textbezslovn"/>
      </w:pPr>
      <w:r w:rsidRPr="00C86ACD">
        <w:rPr>
          <w:rStyle w:val="Tun"/>
        </w:rPr>
        <w:t>www.spravazeleznic.cz</w:t>
      </w:r>
      <w:r w:rsidR="002167D4" w:rsidRPr="00C86ACD">
        <w:rPr>
          <w:rStyle w:val="Tun"/>
        </w:rPr>
        <w:t xml:space="preserve"> v sekci „O nás / Vnitřní předpisy / odkaz Dokumenty a</w:t>
      </w:r>
      <w:r w:rsidRPr="00C86ACD">
        <w:rPr>
          <w:rStyle w:val="Tun"/>
        </w:rPr>
        <w:t> </w:t>
      </w:r>
      <w:r w:rsidR="002167D4" w:rsidRPr="00C86ACD">
        <w:rPr>
          <w:rStyle w:val="Tun"/>
        </w:rPr>
        <w:t>předpisy“</w:t>
      </w:r>
      <w:r w:rsidR="002167D4" w:rsidRPr="00C86ACD">
        <w:t xml:space="preserve"> </w:t>
      </w:r>
      <w:r w:rsidR="002167D4" w:rsidRPr="00C86ACD">
        <w:rPr>
          <w:spacing w:val="2"/>
        </w:rPr>
        <w:t>(https://www.s</w:t>
      </w:r>
      <w:r w:rsidRPr="00C86ACD">
        <w:rPr>
          <w:spacing w:val="2"/>
        </w:rPr>
        <w:t>pravazeleznic</w:t>
      </w:r>
      <w:r w:rsidR="002167D4" w:rsidRPr="00C86ACD">
        <w:rPr>
          <w:spacing w:val="2"/>
        </w:rPr>
        <w:t>.cz/o-nas/vnitrni-predpisy-spravy-zeleznic/</w:t>
      </w:r>
      <w:r w:rsidRPr="00C86ACD">
        <w:rPr>
          <w:spacing w:val="2"/>
        </w:rPr>
        <w:br/>
      </w:r>
      <w:r w:rsidR="002167D4" w:rsidRPr="00C86ACD">
        <w:rPr>
          <w:spacing w:val="2"/>
        </w:rPr>
        <w:t>dokumenty-a-predpisy)</w:t>
      </w:r>
      <w:r w:rsidR="00362D1E" w:rsidRPr="00C86ACD">
        <w:t xml:space="preserve"> a </w:t>
      </w:r>
      <w:r w:rsidR="00362D1E" w:rsidRPr="00C86ACD">
        <w:rPr>
          <w:b/>
        </w:rPr>
        <w:t>https://typdok.tudc.cz/ v sekci „archiv TD“</w:t>
      </w:r>
      <w:r w:rsidR="00362D1E" w:rsidRPr="00C86ACD">
        <w:t>.</w:t>
      </w:r>
    </w:p>
    <w:p w14:paraId="080132B1" w14:textId="77777777" w:rsidR="002167D4" w:rsidRPr="00C86ACD" w:rsidRDefault="002167D4" w:rsidP="002167D4">
      <w:pPr>
        <w:pStyle w:val="Textbezslovn"/>
      </w:pPr>
      <w:r w:rsidRPr="00C86ACD">
        <w:t>Pokud je dokument nebo vnitřní předpis veřejně dostupný je umožněno jeho stažení. Ostatní dokumenty a vnitřní předpisy jsou poskytovány v souladu s právními předpisy na základě podané žádosti na níže uvedených kontaktech:</w:t>
      </w:r>
    </w:p>
    <w:p w14:paraId="31025684" w14:textId="77777777" w:rsidR="002167D4" w:rsidRPr="00C86ACD" w:rsidRDefault="002167D4" w:rsidP="002167D4">
      <w:pPr>
        <w:pStyle w:val="Textbezslovn"/>
        <w:keepNext/>
        <w:spacing w:after="0"/>
        <w:rPr>
          <w:rStyle w:val="Tun"/>
        </w:rPr>
      </w:pPr>
      <w:r w:rsidRPr="00C86ACD">
        <w:rPr>
          <w:rStyle w:val="Tun"/>
        </w:rPr>
        <w:t>Správa železnic, státní organizace</w:t>
      </w:r>
    </w:p>
    <w:p w14:paraId="41BDD1DB" w14:textId="77777777" w:rsidR="002167D4" w:rsidRPr="00C86ACD" w:rsidRDefault="002167D4" w:rsidP="002167D4">
      <w:pPr>
        <w:pStyle w:val="Textbezslovn"/>
        <w:keepNext/>
        <w:spacing w:after="0"/>
        <w:rPr>
          <w:rStyle w:val="Tun"/>
        </w:rPr>
      </w:pPr>
      <w:r w:rsidRPr="00C86ACD">
        <w:rPr>
          <w:rStyle w:val="Tun"/>
        </w:rPr>
        <w:t xml:space="preserve">Centrum telematiky a diagnostiky </w:t>
      </w:r>
    </w:p>
    <w:p w14:paraId="2A289879" w14:textId="77777777" w:rsidR="000E3187" w:rsidRPr="00C86ACD" w:rsidRDefault="000E0366" w:rsidP="000E3187">
      <w:pPr>
        <w:pStyle w:val="Textbezslovn"/>
        <w:spacing w:after="0"/>
        <w:rPr>
          <w:rStyle w:val="Tun"/>
        </w:rPr>
      </w:pPr>
      <w:r w:rsidRPr="00C86ACD">
        <w:rPr>
          <w:rStyle w:val="Tun"/>
        </w:rPr>
        <w:t>Odbor servisních služeb</w:t>
      </w:r>
      <w:r w:rsidR="000E3187" w:rsidRPr="00C86ACD">
        <w:rPr>
          <w:rStyle w:val="Tun"/>
        </w:rPr>
        <w:t>, OHČ</w:t>
      </w:r>
    </w:p>
    <w:p w14:paraId="726E3298" w14:textId="77777777" w:rsidR="002167D4" w:rsidRPr="00C86ACD" w:rsidRDefault="002167D4" w:rsidP="002167D4">
      <w:pPr>
        <w:pStyle w:val="Textbezslovn"/>
        <w:keepNext/>
        <w:spacing w:after="0"/>
      </w:pPr>
      <w:r w:rsidRPr="00C86ACD">
        <w:t>Jeremenkova 103/23</w:t>
      </w:r>
    </w:p>
    <w:p w14:paraId="0897ECDB" w14:textId="77777777" w:rsidR="002167D4" w:rsidRPr="00C86ACD" w:rsidRDefault="002167D4" w:rsidP="002167D4">
      <w:pPr>
        <w:pStyle w:val="Textbezslovn"/>
      </w:pPr>
      <w:r w:rsidRPr="00C86ACD">
        <w:t>779 00 Olomouc</w:t>
      </w:r>
    </w:p>
    <w:p w14:paraId="476635F2" w14:textId="77777777" w:rsidR="002167D4" w:rsidRPr="00C86ACD" w:rsidRDefault="002167D4" w:rsidP="009B5292">
      <w:pPr>
        <w:pStyle w:val="TextbezslBEZMEZER"/>
      </w:pPr>
      <w:r w:rsidRPr="00C86ACD">
        <w:t xml:space="preserve">nebo e-mail: </w:t>
      </w:r>
      <w:r w:rsidRPr="00C86ACD">
        <w:rPr>
          <w:rStyle w:val="Tun"/>
        </w:rPr>
        <w:t>typdok@</w:t>
      </w:r>
      <w:r w:rsidR="0094021C" w:rsidRPr="00C86ACD">
        <w:rPr>
          <w:rStyle w:val="Tun"/>
        </w:rPr>
        <w:t>spravazeleznic</w:t>
      </w:r>
      <w:r w:rsidRPr="00C86ACD">
        <w:rPr>
          <w:rStyle w:val="Tun"/>
        </w:rPr>
        <w:t>.cz</w:t>
      </w:r>
    </w:p>
    <w:p w14:paraId="37305B15" w14:textId="77777777" w:rsidR="002167D4" w:rsidRPr="00C86ACD" w:rsidRDefault="002167D4" w:rsidP="002167D4">
      <w:pPr>
        <w:pStyle w:val="Textbezslovn"/>
        <w:spacing w:after="0"/>
      </w:pPr>
      <w:r w:rsidRPr="00C86ACD">
        <w:t>kontaktní osoba: paní Jarmila Strnadová, tel.: 972 742 396, mobil: 725 039 782</w:t>
      </w:r>
    </w:p>
    <w:p w14:paraId="55230A1F" w14:textId="77777777" w:rsidR="002167D4" w:rsidRPr="00C86ACD" w:rsidRDefault="002167D4" w:rsidP="00D14922">
      <w:pPr>
        <w:pStyle w:val="Textbezslovn"/>
      </w:pPr>
      <w:r w:rsidRPr="00C86ACD">
        <w:t>Ceníky: https://typdok.tudc.cz/</w:t>
      </w:r>
    </w:p>
    <w:p w14:paraId="3C482AC4" w14:textId="77777777" w:rsidR="00FD501F" w:rsidRPr="00C86ACD" w:rsidRDefault="00FD501F" w:rsidP="00A71A6E">
      <w:pPr>
        <w:pStyle w:val="Nadpis2-1"/>
      </w:pPr>
      <w:bookmarkStart w:id="38" w:name="_Toc157152386"/>
      <w:r w:rsidRPr="00C86ACD">
        <w:t>PŘÍLOHY</w:t>
      </w:r>
      <w:bookmarkEnd w:id="38"/>
    </w:p>
    <w:p w14:paraId="379D836F" w14:textId="48F7DE8E" w:rsidR="0012218D" w:rsidRPr="00C86ACD" w:rsidRDefault="0012218D" w:rsidP="0012218D">
      <w:pPr>
        <w:pStyle w:val="Text2-1"/>
      </w:pPr>
      <w:bookmarkStart w:id="39" w:name="_Ref92267992"/>
      <w:bookmarkStart w:id="40" w:name="_Ref56174244"/>
      <w:r w:rsidRPr="00C86ACD">
        <w:t>Dopis Ředitele O13, čj. 168954/2021-SŽ-GŘ-O13, Zajištění prostorové polohy na neelektrizovaných tratích SŽ, ze dne 7. 12. 2021, včetně přílohy k dopisu č. 2</w:t>
      </w:r>
      <w:bookmarkEnd w:id="39"/>
      <w:r w:rsidR="000F045A" w:rsidRPr="00C86ACD">
        <w:t>3</w:t>
      </w:r>
    </w:p>
    <w:p w14:paraId="479BC4DD" w14:textId="77777777" w:rsidR="000F045A" w:rsidRPr="00C86ACD" w:rsidRDefault="000F045A" w:rsidP="000F045A">
      <w:pPr>
        <w:pStyle w:val="Text2-1"/>
      </w:pPr>
      <w:bookmarkStart w:id="41" w:name="_Ref121495527"/>
      <w:r w:rsidRPr="00C86ACD">
        <w:t>Specifikace a zásady uchovávání a výměny dat mezi JZP a technologiemi ŽDC, v. 1.00 – 07/2022</w:t>
      </w:r>
      <w:bookmarkEnd w:id="1"/>
      <w:bookmarkEnd w:id="2"/>
      <w:bookmarkEnd w:id="3"/>
      <w:bookmarkEnd w:id="4"/>
      <w:bookmarkEnd w:id="40"/>
      <w:bookmarkEnd w:id="41"/>
    </w:p>
    <w:sectPr w:rsidR="000F045A" w:rsidRPr="00C86ACD" w:rsidSect="00414754">
      <w:headerReference w:type="even" r:id="rId11"/>
      <w:footerReference w:type="even" r:id="rId12"/>
      <w:footerReference w:type="default" r:id="rId13"/>
      <w:head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462E8" w14:textId="77777777" w:rsidR="00414754" w:rsidRDefault="00414754" w:rsidP="00962258">
      <w:pPr>
        <w:spacing w:after="0" w:line="240" w:lineRule="auto"/>
      </w:pPr>
    </w:p>
    <w:p w14:paraId="05631FEC" w14:textId="77777777" w:rsidR="00414754" w:rsidRDefault="00414754"/>
    <w:p w14:paraId="46CC58B5" w14:textId="77777777" w:rsidR="00414754" w:rsidRDefault="00414754"/>
  </w:endnote>
  <w:endnote w:type="continuationSeparator" w:id="0">
    <w:p w14:paraId="01395AB7" w14:textId="77777777" w:rsidR="00414754" w:rsidRDefault="00414754" w:rsidP="00962258">
      <w:pPr>
        <w:spacing w:after="0" w:line="240" w:lineRule="auto"/>
      </w:pPr>
    </w:p>
    <w:p w14:paraId="1059DCD3" w14:textId="77777777" w:rsidR="00414754" w:rsidRDefault="00414754"/>
    <w:p w14:paraId="627942EC" w14:textId="77777777" w:rsidR="00414754" w:rsidRDefault="004147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F113B" w:rsidRPr="003462EB" w14:paraId="4A94388B" w14:textId="77777777" w:rsidTr="00CA7194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0CBF484B" w14:textId="77777777" w:rsidR="00FF113B" w:rsidRPr="00B8518B" w:rsidRDefault="00FF113B" w:rsidP="00CA719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55799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55799">
            <w:rPr>
              <w:rStyle w:val="slostrnky"/>
              <w:noProof/>
            </w:rPr>
            <w:t>26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21450E29" w14:textId="6F8BC782" w:rsidR="00FF113B" w:rsidRPr="004D477C" w:rsidRDefault="00000000" w:rsidP="00C73C02">
          <w:pPr>
            <w:pStyle w:val="Zpatvlevo"/>
          </w:pPr>
          <w:fldSimple w:instr=" STYLEREF  _Název_akce  \* MERGEFORMAT ">
            <w:r w:rsidR="00017F8E" w:rsidRPr="00017F8E">
              <w:rPr>
                <w:b/>
                <w:bCs/>
                <w:noProof/>
              </w:rPr>
              <w:t>Náhrada přejezdu P5041 v km 12,055 trati Přelouč - Prachovice</w:t>
            </w:r>
          </w:fldSimple>
        </w:p>
        <w:p w14:paraId="713CF51C" w14:textId="77777777" w:rsidR="00FF113B" w:rsidRPr="003462EB" w:rsidRDefault="00FF113B" w:rsidP="00294460">
          <w:pPr>
            <w:pStyle w:val="Zpatvlevo"/>
          </w:pPr>
          <w:r>
            <w:t xml:space="preserve">Zvláštní technické podmínky - DOKUMENTACE </w:t>
          </w:r>
        </w:p>
      </w:tc>
    </w:tr>
  </w:tbl>
  <w:p w14:paraId="334A12A0" w14:textId="77777777" w:rsidR="00FF113B" w:rsidRPr="00DB6CED" w:rsidRDefault="00FF113B">
    <w:pPr>
      <w:pStyle w:val="Zpat"/>
      <w:rPr>
        <w:sz w:val="2"/>
        <w:szCs w:val="2"/>
      </w:rPr>
    </w:pPr>
  </w:p>
  <w:p w14:paraId="3BB94DB5" w14:textId="77777777" w:rsidR="00FF113B" w:rsidRPr="001F6737" w:rsidRDefault="00FF113B" w:rsidP="001F6737">
    <w:pPr>
      <w:tabs>
        <w:tab w:val="left" w:pos="2565"/>
      </w:tabs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FF113B" w:rsidRPr="009E09BE" w14:paraId="7F2C9FF9" w14:textId="77777777" w:rsidTr="00CA7194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957EC8A" w14:textId="58FE5A66" w:rsidR="00FF113B" w:rsidRDefault="00000000" w:rsidP="00C73C02">
          <w:pPr>
            <w:pStyle w:val="Zpatvpravo"/>
          </w:pPr>
          <w:fldSimple w:instr=" STYLEREF  _Název_akce  \* MERGEFORMAT ">
            <w:r w:rsidR="00017F8E" w:rsidRPr="00017F8E">
              <w:rPr>
                <w:b/>
                <w:bCs/>
                <w:noProof/>
              </w:rPr>
              <w:t>Náhrada přejezdu P5041 v km 12,055 trati Přelouč - Prachovice</w:t>
            </w:r>
          </w:fldSimple>
        </w:p>
        <w:p w14:paraId="0D1A0D6D" w14:textId="77777777" w:rsidR="00FF113B" w:rsidRPr="003462EB" w:rsidRDefault="00FF113B" w:rsidP="00294460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 technické podmínky - DOKUMENTACE</w:t>
          </w:r>
        </w:p>
      </w:tc>
      <w:tc>
        <w:tcPr>
          <w:tcW w:w="935" w:type="dxa"/>
          <w:vAlign w:val="bottom"/>
        </w:tcPr>
        <w:p w14:paraId="3B81D747" w14:textId="77777777" w:rsidR="00FF113B" w:rsidRPr="009E09BE" w:rsidRDefault="00FF113B" w:rsidP="00C73C02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55799">
            <w:rPr>
              <w:rStyle w:val="slostrnky"/>
              <w:noProof/>
            </w:rPr>
            <w:t>19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55799">
            <w:rPr>
              <w:rStyle w:val="slostrnky"/>
              <w:noProof/>
            </w:rPr>
            <w:t>26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E0203D9" w14:textId="77777777" w:rsidR="00FF113B" w:rsidRPr="001F6737" w:rsidRDefault="00FF113B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10BCC" w14:textId="77777777" w:rsidR="00414754" w:rsidRDefault="00414754">
      <w:pPr>
        <w:spacing w:after="0" w:line="240" w:lineRule="auto"/>
      </w:pPr>
    </w:p>
    <w:p w14:paraId="326E5333" w14:textId="77777777" w:rsidR="00414754" w:rsidRDefault="00414754"/>
  </w:footnote>
  <w:footnote w:type="continuationSeparator" w:id="0">
    <w:p w14:paraId="7097CD53" w14:textId="77777777" w:rsidR="00414754" w:rsidRDefault="00414754" w:rsidP="00962258">
      <w:pPr>
        <w:spacing w:after="0" w:line="240" w:lineRule="auto"/>
      </w:pPr>
    </w:p>
    <w:p w14:paraId="0AACDA13" w14:textId="77777777" w:rsidR="00414754" w:rsidRDefault="00414754"/>
    <w:p w14:paraId="2436B431" w14:textId="77777777" w:rsidR="00414754" w:rsidRDefault="004147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F650B" w14:textId="77777777" w:rsidR="00FF113B" w:rsidRDefault="00FF113B" w:rsidP="00962258">
    <w:pPr>
      <w:spacing w:after="0" w:line="240" w:lineRule="auto"/>
    </w:pPr>
  </w:p>
  <w:p w14:paraId="7AC418A1" w14:textId="77777777" w:rsidR="00FF113B" w:rsidRDefault="00FF113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FF113B" w14:paraId="58996F67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077AB6" w14:textId="77777777" w:rsidR="00FF113B" w:rsidRPr="00B8518B" w:rsidRDefault="00FF113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3FB6AFE" w14:textId="77777777" w:rsidR="00FF113B" w:rsidRDefault="00FF113B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23046042" wp14:editId="79ED80F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F4441B4" w14:textId="77777777" w:rsidR="00FF113B" w:rsidRPr="00D6163D" w:rsidRDefault="00FF113B" w:rsidP="00FC6389">
          <w:pPr>
            <w:pStyle w:val="Druhdokumentu"/>
          </w:pPr>
        </w:p>
      </w:tc>
    </w:tr>
    <w:tr w:rsidR="00FF113B" w14:paraId="15B76AC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153BA88" w14:textId="77777777" w:rsidR="00FF113B" w:rsidRPr="00B8518B" w:rsidRDefault="00FF113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27AD66" w14:textId="77777777" w:rsidR="00FF113B" w:rsidRDefault="00FF113B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1341286" w14:textId="77777777" w:rsidR="00FF113B" w:rsidRPr="00D6163D" w:rsidRDefault="00FF113B" w:rsidP="00FC6389">
          <w:pPr>
            <w:pStyle w:val="Druhdokumentu"/>
          </w:pPr>
        </w:p>
      </w:tc>
    </w:tr>
  </w:tbl>
  <w:p w14:paraId="38894FA8" w14:textId="77777777" w:rsidR="00FF113B" w:rsidRPr="00D6163D" w:rsidRDefault="00FF113B" w:rsidP="00FC6389">
    <w:pPr>
      <w:pStyle w:val="Zhlav"/>
      <w:rPr>
        <w:sz w:val="8"/>
        <w:szCs w:val="8"/>
      </w:rPr>
    </w:pPr>
  </w:p>
  <w:p w14:paraId="06C1AC50" w14:textId="77777777" w:rsidR="00FF113B" w:rsidRPr="00460660" w:rsidRDefault="00FF113B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55615D"/>
    <w:multiLevelType w:val="hybridMultilevel"/>
    <w:tmpl w:val="470CE8D4"/>
    <w:lvl w:ilvl="0" w:tplc="015C697C">
      <w:numFmt w:val="bullet"/>
      <w:lvlText w:val="-"/>
      <w:lvlJc w:val="left"/>
      <w:pPr>
        <w:ind w:left="143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3" w15:restartNumberingAfterBreak="0">
    <w:nsid w:val="1582512B"/>
    <w:multiLevelType w:val="multilevel"/>
    <w:tmpl w:val="F88256E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1AD12D6"/>
    <w:multiLevelType w:val="multilevel"/>
    <w:tmpl w:val="78EEE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3E47912"/>
    <w:multiLevelType w:val="multilevel"/>
    <w:tmpl w:val="31143CC0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8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E0E2B"/>
    <w:multiLevelType w:val="hybridMultilevel"/>
    <w:tmpl w:val="32FA2E3A"/>
    <w:lvl w:ilvl="0" w:tplc="98E4E7F4">
      <w:numFmt w:val="bullet"/>
      <w:lvlText w:val="-"/>
      <w:lvlJc w:val="left"/>
      <w:pPr>
        <w:ind w:left="2061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2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4593777">
    <w:abstractNumId w:val="6"/>
  </w:num>
  <w:num w:numId="2" w16cid:durableId="2058889363">
    <w:abstractNumId w:val="4"/>
  </w:num>
  <w:num w:numId="3" w16cid:durableId="1295021360">
    <w:abstractNumId w:val="1"/>
  </w:num>
  <w:num w:numId="4" w16cid:durableId="544368125">
    <w:abstractNumId w:val="8"/>
  </w:num>
  <w:num w:numId="5" w16cid:durableId="850804632">
    <w:abstractNumId w:val="9"/>
  </w:num>
  <w:num w:numId="6" w16cid:durableId="2067490923">
    <w:abstractNumId w:val="3"/>
  </w:num>
  <w:num w:numId="7" w16cid:durableId="467670456">
    <w:abstractNumId w:val="12"/>
  </w:num>
  <w:num w:numId="8" w16cid:durableId="5294910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2548659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81235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818350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94805162">
    <w:abstractNumId w:val="8"/>
  </w:num>
  <w:num w:numId="13" w16cid:durableId="546139390">
    <w:abstractNumId w:val="9"/>
  </w:num>
  <w:num w:numId="14" w16cid:durableId="1906645748">
    <w:abstractNumId w:val="10"/>
  </w:num>
  <w:num w:numId="15" w16cid:durableId="1528981762">
    <w:abstractNumId w:val="0"/>
  </w:num>
  <w:num w:numId="16" w16cid:durableId="240212597">
    <w:abstractNumId w:val="3"/>
  </w:num>
  <w:num w:numId="17" w16cid:durableId="94833698">
    <w:abstractNumId w:val="12"/>
  </w:num>
  <w:num w:numId="18" w16cid:durableId="35404427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7524897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461137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452907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6302847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890259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87766968">
    <w:abstractNumId w:val="5"/>
  </w:num>
  <w:num w:numId="25" w16cid:durableId="3357678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319718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496331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5215677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471083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146049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623906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362687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35226027">
    <w:abstractNumId w:val="12"/>
  </w:num>
  <w:num w:numId="34" w16cid:durableId="784424202">
    <w:abstractNumId w:val="3"/>
  </w:num>
  <w:num w:numId="35" w16cid:durableId="1144852198">
    <w:abstractNumId w:val="2"/>
  </w:num>
  <w:num w:numId="36" w16cid:durableId="2086488881">
    <w:abstractNumId w:val="9"/>
  </w:num>
  <w:num w:numId="37" w16cid:durableId="1307246875">
    <w:abstractNumId w:val="9"/>
  </w:num>
  <w:num w:numId="38" w16cid:durableId="199558080">
    <w:abstractNumId w:val="3"/>
  </w:num>
  <w:num w:numId="39" w16cid:durableId="2075199812">
    <w:abstractNumId w:val="7"/>
  </w:num>
  <w:num w:numId="40" w16cid:durableId="474883101">
    <w:abstractNumId w:val="11"/>
  </w:num>
  <w:num w:numId="41" w16cid:durableId="1097402995">
    <w:abstractNumId w:val="3"/>
  </w:num>
  <w:num w:numId="42" w16cid:durableId="859901716">
    <w:abstractNumId w:val="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98B"/>
    <w:rsid w:val="00001099"/>
    <w:rsid w:val="000020CB"/>
    <w:rsid w:val="00002C2C"/>
    <w:rsid w:val="00005498"/>
    <w:rsid w:val="0000658D"/>
    <w:rsid w:val="00007272"/>
    <w:rsid w:val="000077A4"/>
    <w:rsid w:val="00007DC8"/>
    <w:rsid w:val="00007EBD"/>
    <w:rsid w:val="00010288"/>
    <w:rsid w:val="00010BCC"/>
    <w:rsid w:val="000110D4"/>
    <w:rsid w:val="00012EC4"/>
    <w:rsid w:val="00014B9E"/>
    <w:rsid w:val="00017C1A"/>
    <w:rsid w:val="00017F3C"/>
    <w:rsid w:val="00017F8E"/>
    <w:rsid w:val="00020ECD"/>
    <w:rsid w:val="0002101A"/>
    <w:rsid w:val="000211B9"/>
    <w:rsid w:val="000235AC"/>
    <w:rsid w:val="000237C5"/>
    <w:rsid w:val="00024C6E"/>
    <w:rsid w:val="00025D15"/>
    <w:rsid w:val="00027C20"/>
    <w:rsid w:val="0003070E"/>
    <w:rsid w:val="00030EE4"/>
    <w:rsid w:val="000321DA"/>
    <w:rsid w:val="000334E0"/>
    <w:rsid w:val="00033C04"/>
    <w:rsid w:val="00034257"/>
    <w:rsid w:val="00035340"/>
    <w:rsid w:val="00035F82"/>
    <w:rsid w:val="00036FB1"/>
    <w:rsid w:val="00037CC7"/>
    <w:rsid w:val="00041EC8"/>
    <w:rsid w:val="00042482"/>
    <w:rsid w:val="00043159"/>
    <w:rsid w:val="000443BF"/>
    <w:rsid w:val="00044BC1"/>
    <w:rsid w:val="00045CAA"/>
    <w:rsid w:val="0004665F"/>
    <w:rsid w:val="00050E57"/>
    <w:rsid w:val="00051099"/>
    <w:rsid w:val="00051A36"/>
    <w:rsid w:val="00052F5B"/>
    <w:rsid w:val="00054C45"/>
    <w:rsid w:val="00054FC6"/>
    <w:rsid w:val="00055340"/>
    <w:rsid w:val="00055799"/>
    <w:rsid w:val="00057EAF"/>
    <w:rsid w:val="00061171"/>
    <w:rsid w:val="0006150F"/>
    <w:rsid w:val="00063392"/>
    <w:rsid w:val="0006465A"/>
    <w:rsid w:val="00064E93"/>
    <w:rsid w:val="0006588D"/>
    <w:rsid w:val="0006702B"/>
    <w:rsid w:val="00067A5E"/>
    <w:rsid w:val="000719BB"/>
    <w:rsid w:val="00072A65"/>
    <w:rsid w:val="00072C1E"/>
    <w:rsid w:val="00072C3F"/>
    <w:rsid w:val="00073C10"/>
    <w:rsid w:val="00074B99"/>
    <w:rsid w:val="00076B14"/>
    <w:rsid w:val="00076DCC"/>
    <w:rsid w:val="00081F97"/>
    <w:rsid w:val="00084EA9"/>
    <w:rsid w:val="00085C8C"/>
    <w:rsid w:val="000874AE"/>
    <w:rsid w:val="00087DA0"/>
    <w:rsid w:val="0009020F"/>
    <w:rsid w:val="00091185"/>
    <w:rsid w:val="000918B9"/>
    <w:rsid w:val="00091A89"/>
    <w:rsid w:val="00092933"/>
    <w:rsid w:val="00092FDB"/>
    <w:rsid w:val="00094A07"/>
    <w:rsid w:val="00097F23"/>
    <w:rsid w:val="000A4AD7"/>
    <w:rsid w:val="000A68E8"/>
    <w:rsid w:val="000A6FD8"/>
    <w:rsid w:val="000A712B"/>
    <w:rsid w:val="000A7A2B"/>
    <w:rsid w:val="000B3849"/>
    <w:rsid w:val="000B408F"/>
    <w:rsid w:val="000B4EB8"/>
    <w:rsid w:val="000B5025"/>
    <w:rsid w:val="000B717D"/>
    <w:rsid w:val="000C1C2C"/>
    <w:rsid w:val="000C2720"/>
    <w:rsid w:val="000C41F2"/>
    <w:rsid w:val="000D203B"/>
    <w:rsid w:val="000D22C4"/>
    <w:rsid w:val="000D27D1"/>
    <w:rsid w:val="000D6AF5"/>
    <w:rsid w:val="000E0366"/>
    <w:rsid w:val="000E1239"/>
    <w:rsid w:val="000E1A7F"/>
    <w:rsid w:val="000E2D3F"/>
    <w:rsid w:val="000E3187"/>
    <w:rsid w:val="000E334C"/>
    <w:rsid w:val="000E5F47"/>
    <w:rsid w:val="000E65AA"/>
    <w:rsid w:val="000E6E13"/>
    <w:rsid w:val="000F0188"/>
    <w:rsid w:val="000F045A"/>
    <w:rsid w:val="000F15F1"/>
    <w:rsid w:val="000F19E2"/>
    <w:rsid w:val="000F1F2B"/>
    <w:rsid w:val="000F2CAB"/>
    <w:rsid w:val="000F30A3"/>
    <w:rsid w:val="000F3601"/>
    <w:rsid w:val="000F364D"/>
    <w:rsid w:val="000F445C"/>
    <w:rsid w:val="000F5539"/>
    <w:rsid w:val="000F5847"/>
    <w:rsid w:val="000F7968"/>
    <w:rsid w:val="000F7D89"/>
    <w:rsid w:val="00100FC1"/>
    <w:rsid w:val="00102C4F"/>
    <w:rsid w:val="001058FF"/>
    <w:rsid w:val="00111D1E"/>
    <w:rsid w:val="001126C6"/>
    <w:rsid w:val="00112864"/>
    <w:rsid w:val="00112C1F"/>
    <w:rsid w:val="00113136"/>
    <w:rsid w:val="00113180"/>
    <w:rsid w:val="00114472"/>
    <w:rsid w:val="00114988"/>
    <w:rsid w:val="00114A6F"/>
    <w:rsid w:val="00114DE9"/>
    <w:rsid w:val="00115069"/>
    <w:rsid w:val="001150F2"/>
    <w:rsid w:val="00115C2A"/>
    <w:rsid w:val="0011653B"/>
    <w:rsid w:val="0011760F"/>
    <w:rsid w:val="00120F6D"/>
    <w:rsid w:val="001216C6"/>
    <w:rsid w:val="00121AB6"/>
    <w:rsid w:val="00121E87"/>
    <w:rsid w:val="0012215C"/>
    <w:rsid w:val="0012218D"/>
    <w:rsid w:val="0012221B"/>
    <w:rsid w:val="00122AD2"/>
    <w:rsid w:val="00123321"/>
    <w:rsid w:val="00123B03"/>
    <w:rsid w:val="0012423C"/>
    <w:rsid w:val="001254BA"/>
    <w:rsid w:val="0012692E"/>
    <w:rsid w:val="001309C5"/>
    <w:rsid w:val="00130BE1"/>
    <w:rsid w:val="001346AB"/>
    <w:rsid w:val="00136CA8"/>
    <w:rsid w:val="00140271"/>
    <w:rsid w:val="001411AA"/>
    <w:rsid w:val="00141C94"/>
    <w:rsid w:val="00142D23"/>
    <w:rsid w:val="00144BBD"/>
    <w:rsid w:val="00145D3F"/>
    <w:rsid w:val="00146BCB"/>
    <w:rsid w:val="0015027B"/>
    <w:rsid w:val="00151A46"/>
    <w:rsid w:val="00151F76"/>
    <w:rsid w:val="00154E8F"/>
    <w:rsid w:val="0015530C"/>
    <w:rsid w:val="0015704A"/>
    <w:rsid w:val="00161039"/>
    <w:rsid w:val="001613F3"/>
    <w:rsid w:val="001614A8"/>
    <w:rsid w:val="00163F66"/>
    <w:rsid w:val="00164311"/>
    <w:rsid w:val="001656A2"/>
    <w:rsid w:val="00166B5A"/>
    <w:rsid w:val="001708DC"/>
    <w:rsid w:val="00170EC5"/>
    <w:rsid w:val="00173DA4"/>
    <w:rsid w:val="001741CB"/>
    <w:rsid w:val="001747C1"/>
    <w:rsid w:val="0017747A"/>
    <w:rsid w:val="00177D6B"/>
    <w:rsid w:val="00180AA9"/>
    <w:rsid w:val="00181518"/>
    <w:rsid w:val="00185BD2"/>
    <w:rsid w:val="001866F3"/>
    <w:rsid w:val="00186D49"/>
    <w:rsid w:val="001872FA"/>
    <w:rsid w:val="001905FF"/>
    <w:rsid w:val="00190831"/>
    <w:rsid w:val="00191F90"/>
    <w:rsid w:val="00192DD0"/>
    <w:rsid w:val="00195EBD"/>
    <w:rsid w:val="001961F9"/>
    <w:rsid w:val="001A0C52"/>
    <w:rsid w:val="001A229A"/>
    <w:rsid w:val="001A3A6B"/>
    <w:rsid w:val="001A3B3C"/>
    <w:rsid w:val="001A3B6B"/>
    <w:rsid w:val="001A4BB3"/>
    <w:rsid w:val="001A5A32"/>
    <w:rsid w:val="001A5E16"/>
    <w:rsid w:val="001A72E8"/>
    <w:rsid w:val="001A73CE"/>
    <w:rsid w:val="001B05DB"/>
    <w:rsid w:val="001B0DC1"/>
    <w:rsid w:val="001B0F90"/>
    <w:rsid w:val="001B3099"/>
    <w:rsid w:val="001B3292"/>
    <w:rsid w:val="001B4180"/>
    <w:rsid w:val="001B4244"/>
    <w:rsid w:val="001B4E74"/>
    <w:rsid w:val="001B5F2B"/>
    <w:rsid w:val="001B7668"/>
    <w:rsid w:val="001C34D1"/>
    <w:rsid w:val="001C645F"/>
    <w:rsid w:val="001D589C"/>
    <w:rsid w:val="001E1D84"/>
    <w:rsid w:val="001E3362"/>
    <w:rsid w:val="001E33EC"/>
    <w:rsid w:val="001E678E"/>
    <w:rsid w:val="001E67EF"/>
    <w:rsid w:val="001E7AC3"/>
    <w:rsid w:val="001E7F41"/>
    <w:rsid w:val="001F0F97"/>
    <w:rsid w:val="001F229B"/>
    <w:rsid w:val="001F2B11"/>
    <w:rsid w:val="001F2C87"/>
    <w:rsid w:val="001F386E"/>
    <w:rsid w:val="001F42E1"/>
    <w:rsid w:val="001F4F96"/>
    <w:rsid w:val="001F6319"/>
    <w:rsid w:val="001F6562"/>
    <w:rsid w:val="001F6737"/>
    <w:rsid w:val="001F6BA5"/>
    <w:rsid w:val="002011D3"/>
    <w:rsid w:val="00201EF2"/>
    <w:rsid w:val="002037ED"/>
    <w:rsid w:val="002038C9"/>
    <w:rsid w:val="0020598F"/>
    <w:rsid w:val="002071BB"/>
    <w:rsid w:val="0020770A"/>
    <w:rsid w:val="00207DF5"/>
    <w:rsid w:val="00210586"/>
    <w:rsid w:val="002167D4"/>
    <w:rsid w:val="00216EB4"/>
    <w:rsid w:val="0022111A"/>
    <w:rsid w:val="0022172F"/>
    <w:rsid w:val="002240C2"/>
    <w:rsid w:val="00224150"/>
    <w:rsid w:val="00224767"/>
    <w:rsid w:val="00234099"/>
    <w:rsid w:val="00234D7A"/>
    <w:rsid w:val="0023537E"/>
    <w:rsid w:val="00236C7D"/>
    <w:rsid w:val="00237DFD"/>
    <w:rsid w:val="00240B81"/>
    <w:rsid w:val="0024118D"/>
    <w:rsid w:val="00241D61"/>
    <w:rsid w:val="0024363F"/>
    <w:rsid w:val="00243F5C"/>
    <w:rsid w:val="00247D01"/>
    <w:rsid w:val="00247EC8"/>
    <w:rsid w:val="0025030F"/>
    <w:rsid w:val="0025050A"/>
    <w:rsid w:val="00251487"/>
    <w:rsid w:val="002549C5"/>
    <w:rsid w:val="00256E6F"/>
    <w:rsid w:val="00261A5B"/>
    <w:rsid w:val="00262E5B"/>
    <w:rsid w:val="0026436E"/>
    <w:rsid w:val="00264BD3"/>
    <w:rsid w:val="00267341"/>
    <w:rsid w:val="0027120B"/>
    <w:rsid w:val="002720BF"/>
    <w:rsid w:val="00276AFE"/>
    <w:rsid w:val="0028064A"/>
    <w:rsid w:val="00281069"/>
    <w:rsid w:val="002818A4"/>
    <w:rsid w:val="002835DD"/>
    <w:rsid w:val="00283ADC"/>
    <w:rsid w:val="00284517"/>
    <w:rsid w:val="002921C8"/>
    <w:rsid w:val="00294460"/>
    <w:rsid w:val="0029490A"/>
    <w:rsid w:val="00295732"/>
    <w:rsid w:val="00295BBB"/>
    <w:rsid w:val="00295E30"/>
    <w:rsid w:val="00296E6B"/>
    <w:rsid w:val="002A2055"/>
    <w:rsid w:val="002A3B57"/>
    <w:rsid w:val="002A549D"/>
    <w:rsid w:val="002A75EA"/>
    <w:rsid w:val="002B06BC"/>
    <w:rsid w:val="002B0A37"/>
    <w:rsid w:val="002B0E1F"/>
    <w:rsid w:val="002B1F20"/>
    <w:rsid w:val="002B3E5A"/>
    <w:rsid w:val="002B4B12"/>
    <w:rsid w:val="002B4BB7"/>
    <w:rsid w:val="002B5384"/>
    <w:rsid w:val="002B6B58"/>
    <w:rsid w:val="002C2606"/>
    <w:rsid w:val="002C31BF"/>
    <w:rsid w:val="002C5286"/>
    <w:rsid w:val="002C675E"/>
    <w:rsid w:val="002D13A7"/>
    <w:rsid w:val="002D2102"/>
    <w:rsid w:val="002D6ABD"/>
    <w:rsid w:val="002D75D3"/>
    <w:rsid w:val="002D7FD6"/>
    <w:rsid w:val="002E0CD7"/>
    <w:rsid w:val="002E0CFB"/>
    <w:rsid w:val="002E18CD"/>
    <w:rsid w:val="002E4870"/>
    <w:rsid w:val="002E4CD5"/>
    <w:rsid w:val="002E5579"/>
    <w:rsid w:val="002E5C7B"/>
    <w:rsid w:val="002E7A78"/>
    <w:rsid w:val="002F0AE6"/>
    <w:rsid w:val="002F183A"/>
    <w:rsid w:val="002F2288"/>
    <w:rsid w:val="002F2DAE"/>
    <w:rsid w:val="002F4333"/>
    <w:rsid w:val="002F545B"/>
    <w:rsid w:val="002F6C21"/>
    <w:rsid w:val="002F7044"/>
    <w:rsid w:val="002F7D63"/>
    <w:rsid w:val="00300D09"/>
    <w:rsid w:val="003016D5"/>
    <w:rsid w:val="00301C23"/>
    <w:rsid w:val="00302D7D"/>
    <w:rsid w:val="00303CB8"/>
    <w:rsid w:val="00304DAF"/>
    <w:rsid w:val="00306A00"/>
    <w:rsid w:val="00306BA4"/>
    <w:rsid w:val="00306F78"/>
    <w:rsid w:val="00307207"/>
    <w:rsid w:val="003101A5"/>
    <w:rsid w:val="00312B5D"/>
    <w:rsid w:val="003130A4"/>
    <w:rsid w:val="003139AF"/>
    <w:rsid w:val="00314E2D"/>
    <w:rsid w:val="00317F02"/>
    <w:rsid w:val="0032032B"/>
    <w:rsid w:val="00320B3A"/>
    <w:rsid w:val="003229ED"/>
    <w:rsid w:val="00324A3E"/>
    <w:rsid w:val="00324C5C"/>
    <w:rsid w:val="003254A3"/>
    <w:rsid w:val="00327EEF"/>
    <w:rsid w:val="0033106F"/>
    <w:rsid w:val="0033239F"/>
    <w:rsid w:val="00332A65"/>
    <w:rsid w:val="00333B69"/>
    <w:rsid w:val="00334918"/>
    <w:rsid w:val="00335DD1"/>
    <w:rsid w:val="00335E22"/>
    <w:rsid w:val="00336A6A"/>
    <w:rsid w:val="0033729B"/>
    <w:rsid w:val="003401F9"/>
    <w:rsid w:val="0034107E"/>
    <w:rsid w:val="00341195"/>
    <w:rsid w:val="0034179C"/>
    <w:rsid w:val="003418A3"/>
    <w:rsid w:val="00341EAA"/>
    <w:rsid w:val="00341FC2"/>
    <w:rsid w:val="0034274B"/>
    <w:rsid w:val="00342D89"/>
    <w:rsid w:val="0034393B"/>
    <w:rsid w:val="0034436E"/>
    <w:rsid w:val="0034466D"/>
    <w:rsid w:val="00344EE4"/>
    <w:rsid w:val="00345E7B"/>
    <w:rsid w:val="003461C9"/>
    <w:rsid w:val="0034719F"/>
    <w:rsid w:val="003505E1"/>
    <w:rsid w:val="00350A05"/>
    <w:rsid w:val="00350A35"/>
    <w:rsid w:val="003516EB"/>
    <w:rsid w:val="003520CF"/>
    <w:rsid w:val="0035585F"/>
    <w:rsid w:val="00355A9A"/>
    <w:rsid w:val="00356330"/>
    <w:rsid w:val="003571D8"/>
    <w:rsid w:val="003574E3"/>
    <w:rsid w:val="00357BC6"/>
    <w:rsid w:val="00361422"/>
    <w:rsid w:val="003619EE"/>
    <w:rsid w:val="00362D1E"/>
    <w:rsid w:val="00370B0A"/>
    <w:rsid w:val="003712FF"/>
    <w:rsid w:val="00371447"/>
    <w:rsid w:val="003714F7"/>
    <w:rsid w:val="00372D40"/>
    <w:rsid w:val="0037545D"/>
    <w:rsid w:val="0037669D"/>
    <w:rsid w:val="003773F2"/>
    <w:rsid w:val="00380A75"/>
    <w:rsid w:val="00382598"/>
    <w:rsid w:val="003839B7"/>
    <w:rsid w:val="00383C19"/>
    <w:rsid w:val="00384F59"/>
    <w:rsid w:val="00385D5E"/>
    <w:rsid w:val="00386FF1"/>
    <w:rsid w:val="00391E97"/>
    <w:rsid w:val="00392EA7"/>
    <w:rsid w:val="00392EB6"/>
    <w:rsid w:val="003956C6"/>
    <w:rsid w:val="003961DC"/>
    <w:rsid w:val="003971B5"/>
    <w:rsid w:val="00397901"/>
    <w:rsid w:val="003A07B0"/>
    <w:rsid w:val="003A1C57"/>
    <w:rsid w:val="003A1D2B"/>
    <w:rsid w:val="003A2293"/>
    <w:rsid w:val="003A2A76"/>
    <w:rsid w:val="003A2CCC"/>
    <w:rsid w:val="003A3107"/>
    <w:rsid w:val="003A32B6"/>
    <w:rsid w:val="003A37B8"/>
    <w:rsid w:val="003A5471"/>
    <w:rsid w:val="003A639C"/>
    <w:rsid w:val="003A7A87"/>
    <w:rsid w:val="003B2E29"/>
    <w:rsid w:val="003B4FBA"/>
    <w:rsid w:val="003B675E"/>
    <w:rsid w:val="003B699A"/>
    <w:rsid w:val="003C0849"/>
    <w:rsid w:val="003C33F2"/>
    <w:rsid w:val="003C3B43"/>
    <w:rsid w:val="003C50D6"/>
    <w:rsid w:val="003C6679"/>
    <w:rsid w:val="003C77F1"/>
    <w:rsid w:val="003D11A8"/>
    <w:rsid w:val="003D4852"/>
    <w:rsid w:val="003D598B"/>
    <w:rsid w:val="003D6B7B"/>
    <w:rsid w:val="003D6C04"/>
    <w:rsid w:val="003D756E"/>
    <w:rsid w:val="003E420D"/>
    <w:rsid w:val="003E4C13"/>
    <w:rsid w:val="003E500E"/>
    <w:rsid w:val="003F0164"/>
    <w:rsid w:val="003F0891"/>
    <w:rsid w:val="003F08B2"/>
    <w:rsid w:val="003F1009"/>
    <w:rsid w:val="004016ED"/>
    <w:rsid w:val="004049CE"/>
    <w:rsid w:val="00404A6E"/>
    <w:rsid w:val="00406C03"/>
    <w:rsid w:val="004078F3"/>
    <w:rsid w:val="00410410"/>
    <w:rsid w:val="004133A5"/>
    <w:rsid w:val="00414754"/>
    <w:rsid w:val="00417EC3"/>
    <w:rsid w:val="00422F36"/>
    <w:rsid w:val="00423042"/>
    <w:rsid w:val="0042307C"/>
    <w:rsid w:val="00425E8F"/>
    <w:rsid w:val="004264F6"/>
    <w:rsid w:val="00427794"/>
    <w:rsid w:val="00430F25"/>
    <w:rsid w:val="00435ADC"/>
    <w:rsid w:val="00436551"/>
    <w:rsid w:val="00440625"/>
    <w:rsid w:val="00443B09"/>
    <w:rsid w:val="00450F07"/>
    <w:rsid w:val="00453CD3"/>
    <w:rsid w:val="004542C0"/>
    <w:rsid w:val="004561C5"/>
    <w:rsid w:val="00460660"/>
    <w:rsid w:val="00460981"/>
    <w:rsid w:val="004627DA"/>
    <w:rsid w:val="00463BD5"/>
    <w:rsid w:val="004649AD"/>
    <w:rsid w:val="00464BA9"/>
    <w:rsid w:val="00466862"/>
    <w:rsid w:val="004674B2"/>
    <w:rsid w:val="00467A47"/>
    <w:rsid w:val="00474234"/>
    <w:rsid w:val="004747FD"/>
    <w:rsid w:val="00475ECE"/>
    <w:rsid w:val="00481037"/>
    <w:rsid w:val="0048268F"/>
    <w:rsid w:val="00483969"/>
    <w:rsid w:val="004849C7"/>
    <w:rsid w:val="00485FB3"/>
    <w:rsid w:val="00486107"/>
    <w:rsid w:val="00486A80"/>
    <w:rsid w:val="00491250"/>
    <w:rsid w:val="004912B3"/>
    <w:rsid w:val="0049143B"/>
    <w:rsid w:val="00491827"/>
    <w:rsid w:val="00493507"/>
    <w:rsid w:val="004946C7"/>
    <w:rsid w:val="00495336"/>
    <w:rsid w:val="00495EC5"/>
    <w:rsid w:val="004977B5"/>
    <w:rsid w:val="004A1C31"/>
    <w:rsid w:val="004A2717"/>
    <w:rsid w:val="004A5FA9"/>
    <w:rsid w:val="004A6380"/>
    <w:rsid w:val="004B02F2"/>
    <w:rsid w:val="004B0A6E"/>
    <w:rsid w:val="004B210D"/>
    <w:rsid w:val="004B2D1C"/>
    <w:rsid w:val="004B4347"/>
    <w:rsid w:val="004B49BA"/>
    <w:rsid w:val="004B5706"/>
    <w:rsid w:val="004B68F0"/>
    <w:rsid w:val="004B6CF2"/>
    <w:rsid w:val="004B702D"/>
    <w:rsid w:val="004B79D6"/>
    <w:rsid w:val="004C291C"/>
    <w:rsid w:val="004C2F05"/>
    <w:rsid w:val="004C4399"/>
    <w:rsid w:val="004C4A40"/>
    <w:rsid w:val="004C506A"/>
    <w:rsid w:val="004C5ABF"/>
    <w:rsid w:val="004C689F"/>
    <w:rsid w:val="004C787C"/>
    <w:rsid w:val="004C7A0A"/>
    <w:rsid w:val="004D477C"/>
    <w:rsid w:val="004D4960"/>
    <w:rsid w:val="004D67B1"/>
    <w:rsid w:val="004E11DB"/>
    <w:rsid w:val="004E1D99"/>
    <w:rsid w:val="004E3D4D"/>
    <w:rsid w:val="004E5376"/>
    <w:rsid w:val="004E5B7A"/>
    <w:rsid w:val="004E65DD"/>
    <w:rsid w:val="004E7A1F"/>
    <w:rsid w:val="004F377B"/>
    <w:rsid w:val="004F488C"/>
    <w:rsid w:val="004F4B9B"/>
    <w:rsid w:val="004F590D"/>
    <w:rsid w:val="004F6D4D"/>
    <w:rsid w:val="004F70D8"/>
    <w:rsid w:val="00502293"/>
    <w:rsid w:val="005026C3"/>
    <w:rsid w:val="0050666E"/>
    <w:rsid w:val="005070BD"/>
    <w:rsid w:val="00511AB9"/>
    <w:rsid w:val="0051530F"/>
    <w:rsid w:val="00517B35"/>
    <w:rsid w:val="00517EEF"/>
    <w:rsid w:val="00522C50"/>
    <w:rsid w:val="00523BB5"/>
    <w:rsid w:val="00523E75"/>
    <w:rsid w:val="00523EA7"/>
    <w:rsid w:val="00526178"/>
    <w:rsid w:val="005314E0"/>
    <w:rsid w:val="00531CB9"/>
    <w:rsid w:val="00531D50"/>
    <w:rsid w:val="005324FB"/>
    <w:rsid w:val="005327AC"/>
    <w:rsid w:val="0053341E"/>
    <w:rsid w:val="00536253"/>
    <w:rsid w:val="00537342"/>
    <w:rsid w:val="005406EB"/>
    <w:rsid w:val="00541F46"/>
    <w:rsid w:val="00543199"/>
    <w:rsid w:val="0054434C"/>
    <w:rsid w:val="00544BEB"/>
    <w:rsid w:val="0054635F"/>
    <w:rsid w:val="00552AA5"/>
    <w:rsid w:val="00553375"/>
    <w:rsid w:val="0055391E"/>
    <w:rsid w:val="00555884"/>
    <w:rsid w:val="0055592D"/>
    <w:rsid w:val="00561678"/>
    <w:rsid w:val="00564751"/>
    <w:rsid w:val="005650C7"/>
    <w:rsid w:val="00565586"/>
    <w:rsid w:val="005674BF"/>
    <w:rsid w:val="005700AD"/>
    <w:rsid w:val="00571197"/>
    <w:rsid w:val="0057281B"/>
    <w:rsid w:val="00572939"/>
    <w:rsid w:val="005736B7"/>
    <w:rsid w:val="00574509"/>
    <w:rsid w:val="0057455F"/>
    <w:rsid w:val="00575E5A"/>
    <w:rsid w:val="00576BE1"/>
    <w:rsid w:val="005777AF"/>
    <w:rsid w:val="00580245"/>
    <w:rsid w:val="0058189F"/>
    <w:rsid w:val="00583ABD"/>
    <w:rsid w:val="00583B58"/>
    <w:rsid w:val="005857FD"/>
    <w:rsid w:val="005870D5"/>
    <w:rsid w:val="0058742A"/>
    <w:rsid w:val="00590874"/>
    <w:rsid w:val="005922A4"/>
    <w:rsid w:val="00592CFA"/>
    <w:rsid w:val="00593FD0"/>
    <w:rsid w:val="0059487D"/>
    <w:rsid w:val="00594F1A"/>
    <w:rsid w:val="00596B45"/>
    <w:rsid w:val="00597608"/>
    <w:rsid w:val="00597A58"/>
    <w:rsid w:val="005A1BFB"/>
    <w:rsid w:val="005A1F44"/>
    <w:rsid w:val="005A2C9F"/>
    <w:rsid w:val="005A5D09"/>
    <w:rsid w:val="005A6FEF"/>
    <w:rsid w:val="005A72CD"/>
    <w:rsid w:val="005A755B"/>
    <w:rsid w:val="005B0685"/>
    <w:rsid w:val="005B1A91"/>
    <w:rsid w:val="005B5DE8"/>
    <w:rsid w:val="005B7C5E"/>
    <w:rsid w:val="005C2234"/>
    <w:rsid w:val="005C47F3"/>
    <w:rsid w:val="005C6600"/>
    <w:rsid w:val="005C76BB"/>
    <w:rsid w:val="005D29E3"/>
    <w:rsid w:val="005D306E"/>
    <w:rsid w:val="005D3C39"/>
    <w:rsid w:val="005D4BE0"/>
    <w:rsid w:val="005E04BE"/>
    <w:rsid w:val="005E37F6"/>
    <w:rsid w:val="005E41C1"/>
    <w:rsid w:val="005E42DC"/>
    <w:rsid w:val="005E55A1"/>
    <w:rsid w:val="005E6526"/>
    <w:rsid w:val="005E7008"/>
    <w:rsid w:val="005E7862"/>
    <w:rsid w:val="005F06B9"/>
    <w:rsid w:val="005F3D85"/>
    <w:rsid w:val="005F5655"/>
    <w:rsid w:val="005F593C"/>
    <w:rsid w:val="005F5945"/>
    <w:rsid w:val="0060044A"/>
    <w:rsid w:val="006018E9"/>
    <w:rsid w:val="00601A8C"/>
    <w:rsid w:val="006022A4"/>
    <w:rsid w:val="00603691"/>
    <w:rsid w:val="006038A1"/>
    <w:rsid w:val="00605C65"/>
    <w:rsid w:val="00607F82"/>
    <w:rsid w:val="0061068E"/>
    <w:rsid w:val="006107B7"/>
    <w:rsid w:val="006115D3"/>
    <w:rsid w:val="00612D00"/>
    <w:rsid w:val="00613C87"/>
    <w:rsid w:val="006144B7"/>
    <w:rsid w:val="006150AB"/>
    <w:rsid w:val="006152DB"/>
    <w:rsid w:val="00615A51"/>
    <w:rsid w:val="00617357"/>
    <w:rsid w:val="00617431"/>
    <w:rsid w:val="00620114"/>
    <w:rsid w:val="00620201"/>
    <w:rsid w:val="006204AA"/>
    <w:rsid w:val="00621A29"/>
    <w:rsid w:val="00621E4A"/>
    <w:rsid w:val="00622893"/>
    <w:rsid w:val="006243C1"/>
    <w:rsid w:val="0062519C"/>
    <w:rsid w:val="00631BA9"/>
    <w:rsid w:val="00634E4C"/>
    <w:rsid w:val="00635A1E"/>
    <w:rsid w:val="006360C5"/>
    <w:rsid w:val="00636CD1"/>
    <w:rsid w:val="006401B6"/>
    <w:rsid w:val="00640768"/>
    <w:rsid w:val="00641A04"/>
    <w:rsid w:val="00643A70"/>
    <w:rsid w:val="00647FC4"/>
    <w:rsid w:val="006532F4"/>
    <w:rsid w:val="00655674"/>
    <w:rsid w:val="00655976"/>
    <w:rsid w:val="006559B0"/>
    <w:rsid w:val="0065610E"/>
    <w:rsid w:val="006570FD"/>
    <w:rsid w:val="00657A74"/>
    <w:rsid w:val="00660AD3"/>
    <w:rsid w:val="00661102"/>
    <w:rsid w:val="0066434E"/>
    <w:rsid w:val="006663C9"/>
    <w:rsid w:val="00667547"/>
    <w:rsid w:val="00667B9B"/>
    <w:rsid w:val="006703A9"/>
    <w:rsid w:val="00672766"/>
    <w:rsid w:val="00672897"/>
    <w:rsid w:val="006729AE"/>
    <w:rsid w:val="00673C93"/>
    <w:rsid w:val="00674E7D"/>
    <w:rsid w:val="00675EED"/>
    <w:rsid w:val="00676357"/>
    <w:rsid w:val="006776B6"/>
    <w:rsid w:val="006779C8"/>
    <w:rsid w:val="00677E77"/>
    <w:rsid w:val="006809F4"/>
    <w:rsid w:val="00680BFC"/>
    <w:rsid w:val="00680DF8"/>
    <w:rsid w:val="006823F1"/>
    <w:rsid w:val="00686836"/>
    <w:rsid w:val="00690921"/>
    <w:rsid w:val="00690FF3"/>
    <w:rsid w:val="0069136C"/>
    <w:rsid w:val="00692219"/>
    <w:rsid w:val="00693150"/>
    <w:rsid w:val="00693A14"/>
    <w:rsid w:val="00694153"/>
    <w:rsid w:val="0069729A"/>
    <w:rsid w:val="006A019B"/>
    <w:rsid w:val="006A06CF"/>
    <w:rsid w:val="006A15FA"/>
    <w:rsid w:val="006A4DBC"/>
    <w:rsid w:val="006A5570"/>
    <w:rsid w:val="006A59CF"/>
    <w:rsid w:val="006A689C"/>
    <w:rsid w:val="006B039E"/>
    <w:rsid w:val="006B0FB7"/>
    <w:rsid w:val="006B2318"/>
    <w:rsid w:val="006B3D79"/>
    <w:rsid w:val="006B5A1C"/>
    <w:rsid w:val="006B6572"/>
    <w:rsid w:val="006B6FE4"/>
    <w:rsid w:val="006C10A6"/>
    <w:rsid w:val="006C16E1"/>
    <w:rsid w:val="006C207F"/>
    <w:rsid w:val="006C2343"/>
    <w:rsid w:val="006C311C"/>
    <w:rsid w:val="006C31D3"/>
    <w:rsid w:val="006C342E"/>
    <w:rsid w:val="006C3F2F"/>
    <w:rsid w:val="006C442A"/>
    <w:rsid w:val="006C628A"/>
    <w:rsid w:val="006C6D4E"/>
    <w:rsid w:val="006C7435"/>
    <w:rsid w:val="006D39E0"/>
    <w:rsid w:val="006D6135"/>
    <w:rsid w:val="006D701A"/>
    <w:rsid w:val="006E0578"/>
    <w:rsid w:val="006E120D"/>
    <w:rsid w:val="006E1793"/>
    <w:rsid w:val="006E2C0F"/>
    <w:rsid w:val="006E314D"/>
    <w:rsid w:val="006E5CC5"/>
    <w:rsid w:val="006E78B7"/>
    <w:rsid w:val="006F0619"/>
    <w:rsid w:val="006F0680"/>
    <w:rsid w:val="006F2454"/>
    <w:rsid w:val="006F3FBE"/>
    <w:rsid w:val="006F58CE"/>
    <w:rsid w:val="006F76E8"/>
    <w:rsid w:val="00701172"/>
    <w:rsid w:val="0070282A"/>
    <w:rsid w:val="007029FF"/>
    <w:rsid w:val="007046E1"/>
    <w:rsid w:val="00704CC4"/>
    <w:rsid w:val="007062F9"/>
    <w:rsid w:val="00710723"/>
    <w:rsid w:val="00710E6C"/>
    <w:rsid w:val="00711862"/>
    <w:rsid w:val="00713441"/>
    <w:rsid w:val="00717009"/>
    <w:rsid w:val="007172B0"/>
    <w:rsid w:val="00717FB4"/>
    <w:rsid w:val="00720802"/>
    <w:rsid w:val="00720A9E"/>
    <w:rsid w:val="007218BD"/>
    <w:rsid w:val="00723ED1"/>
    <w:rsid w:val="00723F1A"/>
    <w:rsid w:val="0072430F"/>
    <w:rsid w:val="007258F3"/>
    <w:rsid w:val="00725973"/>
    <w:rsid w:val="00727F9B"/>
    <w:rsid w:val="007317C2"/>
    <w:rsid w:val="0073245A"/>
    <w:rsid w:val="007324B4"/>
    <w:rsid w:val="00732E1A"/>
    <w:rsid w:val="00733AD8"/>
    <w:rsid w:val="0073475D"/>
    <w:rsid w:val="007359AF"/>
    <w:rsid w:val="00736ED5"/>
    <w:rsid w:val="0074086C"/>
    <w:rsid w:val="00740AF5"/>
    <w:rsid w:val="00742CB1"/>
    <w:rsid w:val="00743525"/>
    <w:rsid w:val="00745555"/>
    <w:rsid w:val="00745C20"/>
    <w:rsid w:val="00745F94"/>
    <w:rsid w:val="007522A5"/>
    <w:rsid w:val="007541A2"/>
    <w:rsid w:val="00755818"/>
    <w:rsid w:val="007566B8"/>
    <w:rsid w:val="00757963"/>
    <w:rsid w:val="0076048B"/>
    <w:rsid w:val="00760D06"/>
    <w:rsid w:val="00761767"/>
    <w:rsid w:val="0076286B"/>
    <w:rsid w:val="0076302C"/>
    <w:rsid w:val="007642BC"/>
    <w:rsid w:val="00764F31"/>
    <w:rsid w:val="007653BF"/>
    <w:rsid w:val="00766846"/>
    <w:rsid w:val="0076790E"/>
    <w:rsid w:val="00767D3E"/>
    <w:rsid w:val="007729EC"/>
    <w:rsid w:val="0077309B"/>
    <w:rsid w:val="0077462D"/>
    <w:rsid w:val="0077673A"/>
    <w:rsid w:val="00776B50"/>
    <w:rsid w:val="00777F4D"/>
    <w:rsid w:val="0078075E"/>
    <w:rsid w:val="007846E1"/>
    <w:rsid w:val="007847D6"/>
    <w:rsid w:val="00786A31"/>
    <w:rsid w:val="00786B38"/>
    <w:rsid w:val="007879B0"/>
    <w:rsid w:val="00787CF8"/>
    <w:rsid w:val="00787EE6"/>
    <w:rsid w:val="00791424"/>
    <w:rsid w:val="007923D7"/>
    <w:rsid w:val="00795247"/>
    <w:rsid w:val="00795D15"/>
    <w:rsid w:val="007A23D2"/>
    <w:rsid w:val="007A3A66"/>
    <w:rsid w:val="007A5172"/>
    <w:rsid w:val="007A5266"/>
    <w:rsid w:val="007A5DC5"/>
    <w:rsid w:val="007A5E51"/>
    <w:rsid w:val="007A5F2F"/>
    <w:rsid w:val="007A61B2"/>
    <w:rsid w:val="007A67A0"/>
    <w:rsid w:val="007B035E"/>
    <w:rsid w:val="007B0545"/>
    <w:rsid w:val="007B17F8"/>
    <w:rsid w:val="007B3251"/>
    <w:rsid w:val="007B484F"/>
    <w:rsid w:val="007B5432"/>
    <w:rsid w:val="007B570C"/>
    <w:rsid w:val="007C098B"/>
    <w:rsid w:val="007C1805"/>
    <w:rsid w:val="007C2741"/>
    <w:rsid w:val="007C5DAB"/>
    <w:rsid w:val="007C7D53"/>
    <w:rsid w:val="007D097B"/>
    <w:rsid w:val="007D1788"/>
    <w:rsid w:val="007D1DF6"/>
    <w:rsid w:val="007D375C"/>
    <w:rsid w:val="007D3E0E"/>
    <w:rsid w:val="007E240F"/>
    <w:rsid w:val="007E34EC"/>
    <w:rsid w:val="007E4A6E"/>
    <w:rsid w:val="007E57CF"/>
    <w:rsid w:val="007E58E5"/>
    <w:rsid w:val="007E692B"/>
    <w:rsid w:val="007E6A42"/>
    <w:rsid w:val="007F26AC"/>
    <w:rsid w:val="007F2DEA"/>
    <w:rsid w:val="007F48EC"/>
    <w:rsid w:val="007F4F61"/>
    <w:rsid w:val="007F56A7"/>
    <w:rsid w:val="007F5978"/>
    <w:rsid w:val="007F7324"/>
    <w:rsid w:val="007F760C"/>
    <w:rsid w:val="00800851"/>
    <w:rsid w:val="0080171C"/>
    <w:rsid w:val="008017B4"/>
    <w:rsid w:val="00803D20"/>
    <w:rsid w:val="008047EC"/>
    <w:rsid w:val="0080557F"/>
    <w:rsid w:val="008065D9"/>
    <w:rsid w:val="0080751C"/>
    <w:rsid w:val="0080778B"/>
    <w:rsid w:val="00807DD0"/>
    <w:rsid w:val="00807E58"/>
    <w:rsid w:val="00810114"/>
    <w:rsid w:val="00810E5C"/>
    <w:rsid w:val="008118AA"/>
    <w:rsid w:val="00813559"/>
    <w:rsid w:val="00816930"/>
    <w:rsid w:val="00817709"/>
    <w:rsid w:val="008205B0"/>
    <w:rsid w:val="0082077F"/>
    <w:rsid w:val="00820A4A"/>
    <w:rsid w:val="00821D01"/>
    <w:rsid w:val="00822252"/>
    <w:rsid w:val="00824D10"/>
    <w:rsid w:val="00826B7B"/>
    <w:rsid w:val="00827346"/>
    <w:rsid w:val="0083084C"/>
    <w:rsid w:val="008313AE"/>
    <w:rsid w:val="0083197D"/>
    <w:rsid w:val="00832B9D"/>
    <w:rsid w:val="00833E57"/>
    <w:rsid w:val="00834146"/>
    <w:rsid w:val="00835F1F"/>
    <w:rsid w:val="008361DB"/>
    <w:rsid w:val="008364A3"/>
    <w:rsid w:val="008407BA"/>
    <w:rsid w:val="00840F1C"/>
    <w:rsid w:val="00845232"/>
    <w:rsid w:val="0084582D"/>
    <w:rsid w:val="00845ECF"/>
    <w:rsid w:val="008462F9"/>
    <w:rsid w:val="00846789"/>
    <w:rsid w:val="00846E5B"/>
    <w:rsid w:val="0084756B"/>
    <w:rsid w:val="008516D4"/>
    <w:rsid w:val="00851945"/>
    <w:rsid w:val="00852433"/>
    <w:rsid w:val="00854CB9"/>
    <w:rsid w:val="0085511E"/>
    <w:rsid w:val="00855417"/>
    <w:rsid w:val="008570D2"/>
    <w:rsid w:val="0085762E"/>
    <w:rsid w:val="00857CC4"/>
    <w:rsid w:val="00861005"/>
    <w:rsid w:val="008610C9"/>
    <w:rsid w:val="008636FF"/>
    <w:rsid w:val="00863F7F"/>
    <w:rsid w:val="008652FA"/>
    <w:rsid w:val="00870675"/>
    <w:rsid w:val="008714B8"/>
    <w:rsid w:val="008716E5"/>
    <w:rsid w:val="008721B2"/>
    <w:rsid w:val="008734E3"/>
    <w:rsid w:val="00873E95"/>
    <w:rsid w:val="0087533C"/>
    <w:rsid w:val="00875F3F"/>
    <w:rsid w:val="00876DF2"/>
    <w:rsid w:val="00877848"/>
    <w:rsid w:val="00880ECB"/>
    <w:rsid w:val="008828E4"/>
    <w:rsid w:val="00885BA7"/>
    <w:rsid w:val="00886708"/>
    <w:rsid w:val="00887F36"/>
    <w:rsid w:val="00890A4F"/>
    <w:rsid w:val="00891A8B"/>
    <w:rsid w:val="00894234"/>
    <w:rsid w:val="00894F93"/>
    <w:rsid w:val="00897CE4"/>
    <w:rsid w:val="008A0468"/>
    <w:rsid w:val="008A053B"/>
    <w:rsid w:val="008A1B24"/>
    <w:rsid w:val="008A3568"/>
    <w:rsid w:val="008A3C64"/>
    <w:rsid w:val="008A3E70"/>
    <w:rsid w:val="008A575B"/>
    <w:rsid w:val="008A5A7B"/>
    <w:rsid w:val="008B077C"/>
    <w:rsid w:val="008B0CB2"/>
    <w:rsid w:val="008B0E82"/>
    <w:rsid w:val="008B3694"/>
    <w:rsid w:val="008B406C"/>
    <w:rsid w:val="008B78BB"/>
    <w:rsid w:val="008C07FD"/>
    <w:rsid w:val="008C24A8"/>
    <w:rsid w:val="008C352B"/>
    <w:rsid w:val="008C4BA8"/>
    <w:rsid w:val="008C4FDD"/>
    <w:rsid w:val="008C50F3"/>
    <w:rsid w:val="008C51A4"/>
    <w:rsid w:val="008C55A2"/>
    <w:rsid w:val="008C5A73"/>
    <w:rsid w:val="008C5EF3"/>
    <w:rsid w:val="008C6C2E"/>
    <w:rsid w:val="008C7C28"/>
    <w:rsid w:val="008C7EFE"/>
    <w:rsid w:val="008D03B9"/>
    <w:rsid w:val="008D293F"/>
    <w:rsid w:val="008D2A7B"/>
    <w:rsid w:val="008D30C7"/>
    <w:rsid w:val="008D3163"/>
    <w:rsid w:val="008D53EC"/>
    <w:rsid w:val="008D6F4F"/>
    <w:rsid w:val="008D7197"/>
    <w:rsid w:val="008D7898"/>
    <w:rsid w:val="008E3AED"/>
    <w:rsid w:val="008E3D81"/>
    <w:rsid w:val="008E5968"/>
    <w:rsid w:val="008E76A2"/>
    <w:rsid w:val="008F0949"/>
    <w:rsid w:val="008F18D6"/>
    <w:rsid w:val="008F2C9B"/>
    <w:rsid w:val="008F2EA4"/>
    <w:rsid w:val="008F65E4"/>
    <w:rsid w:val="008F797B"/>
    <w:rsid w:val="0090102C"/>
    <w:rsid w:val="00902000"/>
    <w:rsid w:val="00902470"/>
    <w:rsid w:val="00904780"/>
    <w:rsid w:val="0090547B"/>
    <w:rsid w:val="0090635B"/>
    <w:rsid w:val="009065D9"/>
    <w:rsid w:val="00906B4E"/>
    <w:rsid w:val="00907522"/>
    <w:rsid w:val="00907F75"/>
    <w:rsid w:val="00914F81"/>
    <w:rsid w:val="00915BE8"/>
    <w:rsid w:val="00916A41"/>
    <w:rsid w:val="00917132"/>
    <w:rsid w:val="00920A8F"/>
    <w:rsid w:val="009215A7"/>
    <w:rsid w:val="00922385"/>
    <w:rsid w:val="009223DF"/>
    <w:rsid w:val="00923406"/>
    <w:rsid w:val="0093002D"/>
    <w:rsid w:val="00931483"/>
    <w:rsid w:val="009317AD"/>
    <w:rsid w:val="00933FBE"/>
    <w:rsid w:val="00934169"/>
    <w:rsid w:val="00935170"/>
    <w:rsid w:val="00935D3E"/>
    <w:rsid w:val="0093604A"/>
    <w:rsid w:val="00936091"/>
    <w:rsid w:val="0094021C"/>
    <w:rsid w:val="00940D8A"/>
    <w:rsid w:val="009423CE"/>
    <w:rsid w:val="009453A5"/>
    <w:rsid w:val="00945E81"/>
    <w:rsid w:val="009473E5"/>
    <w:rsid w:val="00947785"/>
    <w:rsid w:val="00947F53"/>
    <w:rsid w:val="00950944"/>
    <w:rsid w:val="00950C60"/>
    <w:rsid w:val="0095131E"/>
    <w:rsid w:val="00952DEB"/>
    <w:rsid w:val="00953968"/>
    <w:rsid w:val="00953D36"/>
    <w:rsid w:val="00954536"/>
    <w:rsid w:val="00960740"/>
    <w:rsid w:val="00962258"/>
    <w:rsid w:val="0096387E"/>
    <w:rsid w:val="00965A6B"/>
    <w:rsid w:val="009664F3"/>
    <w:rsid w:val="0096651A"/>
    <w:rsid w:val="0096662C"/>
    <w:rsid w:val="009671FD"/>
    <w:rsid w:val="009678B7"/>
    <w:rsid w:val="00967E3A"/>
    <w:rsid w:val="009710F0"/>
    <w:rsid w:val="0097239D"/>
    <w:rsid w:val="0097684E"/>
    <w:rsid w:val="00976D0B"/>
    <w:rsid w:val="00977657"/>
    <w:rsid w:val="009809EE"/>
    <w:rsid w:val="0098105F"/>
    <w:rsid w:val="00982780"/>
    <w:rsid w:val="00985DFE"/>
    <w:rsid w:val="009867D1"/>
    <w:rsid w:val="00990984"/>
    <w:rsid w:val="0099149A"/>
    <w:rsid w:val="00991558"/>
    <w:rsid w:val="00991A73"/>
    <w:rsid w:val="00991B1E"/>
    <w:rsid w:val="00992880"/>
    <w:rsid w:val="00992D9C"/>
    <w:rsid w:val="009932FA"/>
    <w:rsid w:val="009933E4"/>
    <w:rsid w:val="00994769"/>
    <w:rsid w:val="0099521F"/>
    <w:rsid w:val="00996CB8"/>
    <w:rsid w:val="009A2423"/>
    <w:rsid w:val="009A26CD"/>
    <w:rsid w:val="009A404E"/>
    <w:rsid w:val="009A5E92"/>
    <w:rsid w:val="009A6C29"/>
    <w:rsid w:val="009B0F0D"/>
    <w:rsid w:val="009B2E97"/>
    <w:rsid w:val="009B5146"/>
    <w:rsid w:val="009B5292"/>
    <w:rsid w:val="009C0D52"/>
    <w:rsid w:val="009C418E"/>
    <w:rsid w:val="009C442C"/>
    <w:rsid w:val="009C4747"/>
    <w:rsid w:val="009C6040"/>
    <w:rsid w:val="009D22BA"/>
    <w:rsid w:val="009D2FC5"/>
    <w:rsid w:val="009D3A3B"/>
    <w:rsid w:val="009E07F4"/>
    <w:rsid w:val="009E3AE6"/>
    <w:rsid w:val="009E599B"/>
    <w:rsid w:val="009E7D0F"/>
    <w:rsid w:val="009F0B62"/>
    <w:rsid w:val="009F309B"/>
    <w:rsid w:val="009F37D3"/>
    <w:rsid w:val="009F392E"/>
    <w:rsid w:val="009F53C5"/>
    <w:rsid w:val="00A04D7F"/>
    <w:rsid w:val="00A0511B"/>
    <w:rsid w:val="00A068B3"/>
    <w:rsid w:val="00A07212"/>
    <w:rsid w:val="00A0740E"/>
    <w:rsid w:val="00A10354"/>
    <w:rsid w:val="00A134F8"/>
    <w:rsid w:val="00A14000"/>
    <w:rsid w:val="00A170BE"/>
    <w:rsid w:val="00A2071C"/>
    <w:rsid w:val="00A2078C"/>
    <w:rsid w:val="00A2272A"/>
    <w:rsid w:val="00A274FD"/>
    <w:rsid w:val="00A27CFE"/>
    <w:rsid w:val="00A3050C"/>
    <w:rsid w:val="00A310A9"/>
    <w:rsid w:val="00A31557"/>
    <w:rsid w:val="00A32426"/>
    <w:rsid w:val="00A3302C"/>
    <w:rsid w:val="00A35CB3"/>
    <w:rsid w:val="00A4050F"/>
    <w:rsid w:val="00A43DC4"/>
    <w:rsid w:val="00A50162"/>
    <w:rsid w:val="00A5016C"/>
    <w:rsid w:val="00A50196"/>
    <w:rsid w:val="00A50641"/>
    <w:rsid w:val="00A530BF"/>
    <w:rsid w:val="00A559D9"/>
    <w:rsid w:val="00A56DD0"/>
    <w:rsid w:val="00A572A2"/>
    <w:rsid w:val="00A57A0E"/>
    <w:rsid w:val="00A60589"/>
    <w:rsid w:val="00A6177B"/>
    <w:rsid w:val="00A61E60"/>
    <w:rsid w:val="00A62E74"/>
    <w:rsid w:val="00A65B47"/>
    <w:rsid w:val="00A66136"/>
    <w:rsid w:val="00A671A6"/>
    <w:rsid w:val="00A675E9"/>
    <w:rsid w:val="00A678C3"/>
    <w:rsid w:val="00A67A62"/>
    <w:rsid w:val="00A7026F"/>
    <w:rsid w:val="00A71189"/>
    <w:rsid w:val="00A71A6E"/>
    <w:rsid w:val="00A729D6"/>
    <w:rsid w:val="00A72C6A"/>
    <w:rsid w:val="00A7364A"/>
    <w:rsid w:val="00A74603"/>
    <w:rsid w:val="00A74DCC"/>
    <w:rsid w:val="00A753ED"/>
    <w:rsid w:val="00A773D0"/>
    <w:rsid w:val="00A77512"/>
    <w:rsid w:val="00A80263"/>
    <w:rsid w:val="00A80C1C"/>
    <w:rsid w:val="00A836EC"/>
    <w:rsid w:val="00A87C80"/>
    <w:rsid w:val="00A903CC"/>
    <w:rsid w:val="00A928BB"/>
    <w:rsid w:val="00A9491F"/>
    <w:rsid w:val="00A94C2F"/>
    <w:rsid w:val="00A954B7"/>
    <w:rsid w:val="00A956BB"/>
    <w:rsid w:val="00A95880"/>
    <w:rsid w:val="00AA08C6"/>
    <w:rsid w:val="00AA1D56"/>
    <w:rsid w:val="00AA3D32"/>
    <w:rsid w:val="00AA4CBB"/>
    <w:rsid w:val="00AA62DA"/>
    <w:rsid w:val="00AA65FA"/>
    <w:rsid w:val="00AA7351"/>
    <w:rsid w:val="00AA77DA"/>
    <w:rsid w:val="00AB27B2"/>
    <w:rsid w:val="00AB58E9"/>
    <w:rsid w:val="00AB6FAD"/>
    <w:rsid w:val="00AC2E12"/>
    <w:rsid w:val="00AC43C9"/>
    <w:rsid w:val="00AC5FA4"/>
    <w:rsid w:val="00AC75D1"/>
    <w:rsid w:val="00AD056F"/>
    <w:rsid w:val="00AD0C7B"/>
    <w:rsid w:val="00AD2854"/>
    <w:rsid w:val="00AD38D0"/>
    <w:rsid w:val="00AD5F1A"/>
    <w:rsid w:val="00AD6731"/>
    <w:rsid w:val="00AD71EB"/>
    <w:rsid w:val="00AE072B"/>
    <w:rsid w:val="00AE175A"/>
    <w:rsid w:val="00AE18B9"/>
    <w:rsid w:val="00AE2369"/>
    <w:rsid w:val="00AE429F"/>
    <w:rsid w:val="00AE4CAB"/>
    <w:rsid w:val="00AE4F8B"/>
    <w:rsid w:val="00AE741B"/>
    <w:rsid w:val="00AF4FD5"/>
    <w:rsid w:val="00AF597B"/>
    <w:rsid w:val="00B008D5"/>
    <w:rsid w:val="00B00CFD"/>
    <w:rsid w:val="00B00FEA"/>
    <w:rsid w:val="00B02F73"/>
    <w:rsid w:val="00B0619F"/>
    <w:rsid w:val="00B06649"/>
    <w:rsid w:val="00B06848"/>
    <w:rsid w:val="00B101FD"/>
    <w:rsid w:val="00B11AC7"/>
    <w:rsid w:val="00B1362D"/>
    <w:rsid w:val="00B13A26"/>
    <w:rsid w:val="00B14A3D"/>
    <w:rsid w:val="00B15D0D"/>
    <w:rsid w:val="00B210C3"/>
    <w:rsid w:val="00B213FD"/>
    <w:rsid w:val="00B215F0"/>
    <w:rsid w:val="00B22106"/>
    <w:rsid w:val="00B2243A"/>
    <w:rsid w:val="00B25FE0"/>
    <w:rsid w:val="00B265D3"/>
    <w:rsid w:val="00B27A7B"/>
    <w:rsid w:val="00B35C5C"/>
    <w:rsid w:val="00B37AA3"/>
    <w:rsid w:val="00B41B94"/>
    <w:rsid w:val="00B42CCA"/>
    <w:rsid w:val="00B4684D"/>
    <w:rsid w:val="00B46DEB"/>
    <w:rsid w:val="00B507F3"/>
    <w:rsid w:val="00B50AB2"/>
    <w:rsid w:val="00B531B2"/>
    <w:rsid w:val="00B5431A"/>
    <w:rsid w:val="00B55740"/>
    <w:rsid w:val="00B60608"/>
    <w:rsid w:val="00B62201"/>
    <w:rsid w:val="00B64DD5"/>
    <w:rsid w:val="00B650AB"/>
    <w:rsid w:val="00B667B4"/>
    <w:rsid w:val="00B66E37"/>
    <w:rsid w:val="00B7055C"/>
    <w:rsid w:val="00B707DB"/>
    <w:rsid w:val="00B7137A"/>
    <w:rsid w:val="00B71C7C"/>
    <w:rsid w:val="00B7334E"/>
    <w:rsid w:val="00B75EE1"/>
    <w:rsid w:val="00B7646A"/>
    <w:rsid w:val="00B77481"/>
    <w:rsid w:val="00B808CC"/>
    <w:rsid w:val="00B81C32"/>
    <w:rsid w:val="00B82C79"/>
    <w:rsid w:val="00B8328C"/>
    <w:rsid w:val="00B839A9"/>
    <w:rsid w:val="00B840ED"/>
    <w:rsid w:val="00B8518B"/>
    <w:rsid w:val="00B853D1"/>
    <w:rsid w:val="00B875EE"/>
    <w:rsid w:val="00B9056E"/>
    <w:rsid w:val="00B906A0"/>
    <w:rsid w:val="00B91B9F"/>
    <w:rsid w:val="00B931DA"/>
    <w:rsid w:val="00B9469E"/>
    <w:rsid w:val="00B95664"/>
    <w:rsid w:val="00B97CC3"/>
    <w:rsid w:val="00BA1AE5"/>
    <w:rsid w:val="00BA477A"/>
    <w:rsid w:val="00BA5C89"/>
    <w:rsid w:val="00BA6767"/>
    <w:rsid w:val="00BB430C"/>
    <w:rsid w:val="00BB5335"/>
    <w:rsid w:val="00BB605E"/>
    <w:rsid w:val="00BB6777"/>
    <w:rsid w:val="00BB72B3"/>
    <w:rsid w:val="00BC06C4"/>
    <w:rsid w:val="00BC2185"/>
    <w:rsid w:val="00BC247D"/>
    <w:rsid w:val="00BC66EF"/>
    <w:rsid w:val="00BD2087"/>
    <w:rsid w:val="00BD2FD3"/>
    <w:rsid w:val="00BD4FC6"/>
    <w:rsid w:val="00BD65B8"/>
    <w:rsid w:val="00BD7E91"/>
    <w:rsid w:val="00BD7F0D"/>
    <w:rsid w:val="00BE04EE"/>
    <w:rsid w:val="00BE3F50"/>
    <w:rsid w:val="00BE5FF8"/>
    <w:rsid w:val="00BE6B33"/>
    <w:rsid w:val="00BF0698"/>
    <w:rsid w:val="00BF07F6"/>
    <w:rsid w:val="00BF26F4"/>
    <w:rsid w:val="00BF5017"/>
    <w:rsid w:val="00BF58D1"/>
    <w:rsid w:val="00BF6101"/>
    <w:rsid w:val="00C00F94"/>
    <w:rsid w:val="00C02D0A"/>
    <w:rsid w:val="00C03A6E"/>
    <w:rsid w:val="00C03EC4"/>
    <w:rsid w:val="00C04CAA"/>
    <w:rsid w:val="00C0786A"/>
    <w:rsid w:val="00C12009"/>
    <w:rsid w:val="00C128FA"/>
    <w:rsid w:val="00C12DB2"/>
    <w:rsid w:val="00C13860"/>
    <w:rsid w:val="00C16910"/>
    <w:rsid w:val="00C1798F"/>
    <w:rsid w:val="00C2097D"/>
    <w:rsid w:val="00C21A89"/>
    <w:rsid w:val="00C21CCA"/>
    <w:rsid w:val="00C226C0"/>
    <w:rsid w:val="00C22F3F"/>
    <w:rsid w:val="00C237DB"/>
    <w:rsid w:val="00C24593"/>
    <w:rsid w:val="00C24A6A"/>
    <w:rsid w:val="00C25544"/>
    <w:rsid w:val="00C26072"/>
    <w:rsid w:val="00C261E2"/>
    <w:rsid w:val="00C268B0"/>
    <w:rsid w:val="00C31E82"/>
    <w:rsid w:val="00C3311A"/>
    <w:rsid w:val="00C338CF"/>
    <w:rsid w:val="00C34A8A"/>
    <w:rsid w:val="00C355B1"/>
    <w:rsid w:val="00C3560B"/>
    <w:rsid w:val="00C365CE"/>
    <w:rsid w:val="00C3698D"/>
    <w:rsid w:val="00C3790B"/>
    <w:rsid w:val="00C41108"/>
    <w:rsid w:val="00C413B1"/>
    <w:rsid w:val="00C4212E"/>
    <w:rsid w:val="00C42FE6"/>
    <w:rsid w:val="00C4422D"/>
    <w:rsid w:val="00C44F6A"/>
    <w:rsid w:val="00C463D8"/>
    <w:rsid w:val="00C501B0"/>
    <w:rsid w:val="00C5206F"/>
    <w:rsid w:val="00C5324E"/>
    <w:rsid w:val="00C536D6"/>
    <w:rsid w:val="00C56680"/>
    <w:rsid w:val="00C6198E"/>
    <w:rsid w:val="00C62230"/>
    <w:rsid w:val="00C62376"/>
    <w:rsid w:val="00C6334A"/>
    <w:rsid w:val="00C63865"/>
    <w:rsid w:val="00C63AAE"/>
    <w:rsid w:val="00C6711F"/>
    <w:rsid w:val="00C708EA"/>
    <w:rsid w:val="00C713A0"/>
    <w:rsid w:val="00C7157F"/>
    <w:rsid w:val="00C71821"/>
    <w:rsid w:val="00C71D96"/>
    <w:rsid w:val="00C73C02"/>
    <w:rsid w:val="00C73D57"/>
    <w:rsid w:val="00C745E8"/>
    <w:rsid w:val="00C7557E"/>
    <w:rsid w:val="00C778A5"/>
    <w:rsid w:val="00C81464"/>
    <w:rsid w:val="00C839D8"/>
    <w:rsid w:val="00C83B6D"/>
    <w:rsid w:val="00C844AC"/>
    <w:rsid w:val="00C845AC"/>
    <w:rsid w:val="00C86240"/>
    <w:rsid w:val="00C86ACD"/>
    <w:rsid w:val="00C87290"/>
    <w:rsid w:val="00C8752E"/>
    <w:rsid w:val="00C876A0"/>
    <w:rsid w:val="00C910A5"/>
    <w:rsid w:val="00C93442"/>
    <w:rsid w:val="00C93B60"/>
    <w:rsid w:val="00C94CE9"/>
    <w:rsid w:val="00C95162"/>
    <w:rsid w:val="00C97C61"/>
    <w:rsid w:val="00CA0CE8"/>
    <w:rsid w:val="00CA5EC3"/>
    <w:rsid w:val="00CA5FEC"/>
    <w:rsid w:val="00CA6FB9"/>
    <w:rsid w:val="00CA7194"/>
    <w:rsid w:val="00CA7707"/>
    <w:rsid w:val="00CB0122"/>
    <w:rsid w:val="00CB1FE6"/>
    <w:rsid w:val="00CB243D"/>
    <w:rsid w:val="00CB424B"/>
    <w:rsid w:val="00CB6A37"/>
    <w:rsid w:val="00CB70D2"/>
    <w:rsid w:val="00CB7684"/>
    <w:rsid w:val="00CC095D"/>
    <w:rsid w:val="00CC2111"/>
    <w:rsid w:val="00CC2E7F"/>
    <w:rsid w:val="00CC3534"/>
    <w:rsid w:val="00CC3731"/>
    <w:rsid w:val="00CC45D0"/>
    <w:rsid w:val="00CC6273"/>
    <w:rsid w:val="00CC7B0D"/>
    <w:rsid w:val="00CC7C8F"/>
    <w:rsid w:val="00CD0A61"/>
    <w:rsid w:val="00CD15A6"/>
    <w:rsid w:val="00CD1B14"/>
    <w:rsid w:val="00CD1F09"/>
    <w:rsid w:val="00CD1FC4"/>
    <w:rsid w:val="00CD2F9A"/>
    <w:rsid w:val="00CD35BD"/>
    <w:rsid w:val="00CD471B"/>
    <w:rsid w:val="00CD4C1A"/>
    <w:rsid w:val="00CD75AD"/>
    <w:rsid w:val="00CD783D"/>
    <w:rsid w:val="00CD7A7E"/>
    <w:rsid w:val="00CD7B10"/>
    <w:rsid w:val="00CE7B6C"/>
    <w:rsid w:val="00CE7CFA"/>
    <w:rsid w:val="00CF274B"/>
    <w:rsid w:val="00CF682C"/>
    <w:rsid w:val="00D00464"/>
    <w:rsid w:val="00D0296E"/>
    <w:rsid w:val="00D034A0"/>
    <w:rsid w:val="00D0369E"/>
    <w:rsid w:val="00D03B14"/>
    <w:rsid w:val="00D04149"/>
    <w:rsid w:val="00D04E55"/>
    <w:rsid w:val="00D05B20"/>
    <w:rsid w:val="00D06F87"/>
    <w:rsid w:val="00D0732C"/>
    <w:rsid w:val="00D10928"/>
    <w:rsid w:val="00D11029"/>
    <w:rsid w:val="00D14922"/>
    <w:rsid w:val="00D175B5"/>
    <w:rsid w:val="00D20624"/>
    <w:rsid w:val="00D21061"/>
    <w:rsid w:val="00D214AD"/>
    <w:rsid w:val="00D219CD"/>
    <w:rsid w:val="00D233BB"/>
    <w:rsid w:val="00D24EB0"/>
    <w:rsid w:val="00D263AC"/>
    <w:rsid w:val="00D26B56"/>
    <w:rsid w:val="00D26D04"/>
    <w:rsid w:val="00D31D8B"/>
    <w:rsid w:val="00D322B7"/>
    <w:rsid w:val="00D33AF4"/>
    <w:rsid w:val="00D4038C"/>
    <w:rsid w:val="00D4041B"/>
    <w:rsid w:val="00D4108E"/>
    <w:rsid w:val="00D410CD"/>
    <w:rsid w:val="00D41AC4"/>
    <w:rsid w:val="00D43CF1"/>
    <w:rsid w:val="00D515EF"/>
    <w:rsid w:val="00D51F16"/>
    <w:rsid w:val="00D52D1F"/>
    <w:rsid w:val="00D52E40"/>
    <w:rsid w:val="00D54DF6"/>
    <w:rsid w:val="00D56DF7"/>
    <w:rsid w:val="00D57689"/>
    <w:rsid w:val="00D6163D"/>
    <w:rsid w:val="00D61C0F"/>
    <w:rsid w:val="00D64999"/>
    <w:rsid w:val="00D65185"/>
    <w:rsid w:val="00D6741D"/>
    <w:rsid w:val="00D70D01"/>
    <w:rsid w:val="00D71989"/>
    <w:rsid w:val="00D71D59"/>
    <w:rsid w:val="00D72553"/>
    <w:rsid w:val="00D72CF6"/>
    <w:rsid w:val="00D7326A"/>
    <w:rsid w:val="00D73A99"/>
    <w:rsid w:val="00D74054"/>
    <w:rsid w:val="00D750F9"/>
    <w:rsid w:val="00D75408"/>
    <w:rsid w:val="00D75830"/>
    <w:rsid w:val="00D7594E"/>
    <w:rsid w:val="00D76A58"/>
    <w:rsid w:val="00D80E6B"/>
    <w:rsid w:val="00D81378"/>
    <w:rsid w:val="00D83067"/>
    <w:rsid w:val="00D831A3"/>
    <w:rsid w:val="00D87252"/>
    <w:rsid w:val="00D901EA"/>
    <w:rsid w:val="00D90C8B"/>
    <w:rsid w:val="00D91150"/>
    <w:rsid w:val="00D9115D"/>
    <w:rsid w:val="00D9406E"/>
    <w:rsid w:val="00D9493E"/>
    <w:rsid w:val="00D95A77"/>
    <w:rsid w:val="00D97BE3"/>
    <w:rsid w:val="00D97C70"/>
    <w:rsid w:val="00DA0FAD"/>
    <w:rsid w:val="00DA27EA"/>
    <w:rsid w:val="00DA3711"/>
    <w:rsid w:val="00DA63A9"/>
    <w:rsid w:val="00DB0562"/>
    <w:rsid w:val="00DB1D3A"/>
    <w:rsid w:val="00DB2B61"/>
    <w:rsid w:val="00DB3807"/>
    <w:rsid w:val="00DB5DF8"/>
    <w:rsid w:val="00DB6CED"/>
    <w:rsid w:val="00DC11D1"/>
    <w:rsid w:val="00DC184A"/>
    <w:rsid w:val="00DC18FF"/>
    <w:rsid w:val="00DC1A06"/>
    <w:rsid w:val="00DC6E6F"/>
    <w:rsid w:val="00DD0EF6"/>
    <w:rsid w:val="00DD1244"/>
    <w:rsid w:val="00DD1A2A"/>
    <w:rsid w:val="00DD2E57"/>
    <w:rsid w:val="00DD376D"/>
    <w:rsid w:val="00DD3A6A"/>
    <w:rsid w:val="00DD46F3"/>
    <w:rsid w:val="00DD48F1"/>
    <w:rsid w:val="00DE1470"/>
    <w:rsid w:val="00DE2409"/>
    <w:rsid w:val="00DE51A5"/>
    <w:rsid w:val="00DE56F2"/>
    <w:rsid w:val="00DF116D"/>
    <w:rsid w:val="00DF1A57"/>
    <w:rsid w:val="00DF35DE"/>
    <w:rsid w:val="00DF4DDD"/>
    <w:rsid w:val="00DF53C4"/>
    <w:rsid w:val="00DF5435"/>
    <w:rsid w:val="00DF6700"/>
    <w:rsid w:val="00DF6785"/>
    <w:rsid w:val="00DF72A3"/>
    <w:rsid w:val="00E014A7"/>
    <w:rsid w:val="00E0388F"/>
    <w:rsid w:val="00E04A7B"/>
    <w:rsid w:val="00E058C6"/>
    <w:rsid w:val="00E05DC6"/>
    <w:rsid w:val="00E120DD"/>
    <w:rsid w:val="00E1256A"/>
    <w:rsid w:val="00E13EAC"/>
    <w:rsid w:val="00E16FF7"/>
    <w:rsid w:val="00E1732F"/>
    <w:rsid w:val="00E2186B"/>
    <w:rsid w:val="00E21BD0"/>
    <w:rsid w:val="00E245B7"/>
    <w:rsid w:val="00E26D68"/>
    <w:rsid w:val="00E26E0D"/>
    <w:rsid w:val="00E31590"/>
    <w:rsid w:val="00E3176D"/>
    <w:rsid w:val="00E3286F"/>
    <w:rsid w:val="00E32957"/>
    <w:rsid w:val="00E33C54"/>
    <w:rsid w:val="00E3613A"/>
    <w:rsid w:val="00E37199"/>
    <w:rsid w:val="00E4053A"/>
    <w:rsid w:val="00E405B0"/>
    <w:rsid w:val="00E41675"/>
    <w:rsid w:val="00E424AF"/>
    <w:rsid w:val="00E43317"/>
    <w:rsid w:val="00E44045"/>
    <w:rsid w:val="00E4609C"/>
    <w:rsid w:val="00E46BF0"/>
    <w:rsid w:val="00E474C0"/>
    <w:rsid w:val="00E50CF3"/>
    <w:rsid w:val="00E50F50"/>
    <w:rsid w:val="00E52234"/>
    <w:rsid w:val="00E5647C"/>
    <w:rsid w:val="00E618C4"/>
    <w:rsid w:val="00E62632"/>
    <w:rsid w:val="00E6392F"/>
    <w:rsid w:val="00E63C78"/>
    <w:rsid w:val="00E663C3"/>
    <w:rsid w:val="00E6707D"/>
    <w:rsid w:val="00E67DB4"/>
    <w:rsid w:val="00E71CEA"/>
    <w:rsid w:val="00E7218A"/>
    <w:rsid w:val="00E72450"/>
    <w:rsid w:val="00E72972"/>
    <w:rsid w:val="00E73AAC"/>
    <w:rsid w:val="00E750D7"/>
    <w:rsid w:val="00E76506"/>
    <w:rsid w:val="00E76AEF"/>
    <w:rsid w:val="00E80B14"/>
    <w:rsid w:val="00E813A0"/>
    <w:rsid w:val="00E82C07"/>
    <w:rsid w:val="00E84C3A"/>
    <w:rsid w:val="00E86762"/>
    <w:rsid w:val="00E87403"/>
    <w:rsid w:val="00E878EE"/>
    <w:rsid w:val="00E90CCA"/>
    <w:rsid w:val="00E9171A"/>
    <w:rsid w:val="00E958F0"/>
    <w:rsid w:val="00EA108C"/>
    <w:rsid w:val="00EA18CE"/>
    <w:rsid w:val="00EA3030"/>
    <w:rsid w:val="00EA3395"/>
    <w:rsid w:val="00EA6BF6"/>
    <w:rsid w:val="00EA6EC7"/>
    <w:rsid w:val="00EA7278"/>
    <w:rsid w:val="00EB104F"/>
    <w:rsid w:val="00EB3983"/>
    <w:rsid w:val="00EB46E5"/>
    <w:rsid w:val="00EB59F7"/>
    <w:rsid w:val="00EB5F8D"/>
    <w:rsid w:val="00EB723B"/>
    <w:rsid w:val="00EC2805"/>
    <w:rsid w:val="00EC3D51"/>
    <w:rsid w:val="00EC4BFF"/>
    <w:rsid w:val="00EC5AC0"/>
    <w:rsid w:val="00EC623C"/>
    <w:rsid w:val="00ED033D"/>
    <w:rsid w:val="00ED0703"/>
    <w:rsid w:val="00ED0BE2"/>
    <w:rsid w:val="00ED14BD"/>
    <w:rsid w:val="00ED18DF"/>
    <w:rsid w:val="00ED46BB"/>
    <w:rsid w:val="00ED5331"/>
    <w:rsid w:val="00EE3BC6"/>
    <w:rsid w:val="00EE3D82"/>
    <w:rsid w:val="00EE564B"/>
    <w:rsid w:val="00EE5C7C"/>
    <w:rsid w:val="00EE5D16"/>
    <w:rsid w:val="00EF085E"/>
    <w:rsid w:val="00EF0FF1"/>
    <w:rsid w:val="00EF1373"/>
    <w:rsid w:val="00EF174F"/>
    <w:rsid w:val="00EF1A05"/>
    <w:rsid w:val="00EF28F8"/>
    <w:rsid w:val="00EF3A25"/>
    <w:rsid w:val="00EF6423"/>
    <w:rsid w:val="00F016C7"/>
    <w:rsid w:val="00F01877"/>
    <w:rsid w:val="00F043AB"/>
    <w:rsid w:val="00F04AD9"/>
    <w:rsid w:val="00F04AFC"/>
    <w:rsid w:val="00F06B5B"/>
    <w:rsid w:val="00F07D0A"/>
    <w:rsid w:val="00F10CC4"/>
    <w:rsid w:val="00F12DEC"/>
    <w:rsid w:val="00F14357"/>
    <w:rsid w:val="00F15B4C"/>
    <w:rsid w:val="00F1715C"/>
    <w:rsid w:val="00F17C17"/>
    <w:rsid w:val="00F17E45"/>
    <w:rsid w:val="00F21AD8"/>
    <w:rsid w:val="00F21DEB"/>
    <w:rsid w:val="00F22F42"/>
    <w:rsid w:val="00F30845"/>
    <w:rsid w:val="00F30C1A"/>
    <w:rsid w:val="00F30D8F"/>
    <w:rsid w:val="00F310F8"/>
    <w:rsid w:val="00F3393A"/>
    <w:rsid w:val="00F33B00"/>
    <w:rsid w:val="00F35168"/>
    <w:rsid w:val="00F35939"/>
    <w:rsid w:val="00F40E0E"/>
    <w:rsid w:val="00F4214F"/>
    <w:rsid w:val="00F43919"/>
    <w:rsid w:val="00F43A44"/>
    <w:rsid w:val="00F45607"/>
    <w:rsid w:val="00F4722B"/>
    <w:rsid w:val="00F519C3"/>
    <w:rsid w:val="00F538D0"/>
    <w:rsid w:val="00F54432"/>
    <w:rsid w:val="00F54D2D"/>
    <w:rsid w:val="00F5609F"/>
    <w:rsid w:val="00F56545"/>
    <w:rsid w:val="00F61FDB"/>
    <w:rsid w:val="00F63824"/>
    <w:rsid w:val="00F659EB"/>
    <w:rsid w:val="00F66432"/>
    <w:rsid w:val="00F678E3"/>
    <w:rsid w:val="00F705D1"/>
    <w:rsid w:val="00F73B8C"/>
    <w:rsid w:val="00F7477F"/>
    <w:rsid w:val="00F759CC"/>
    <w:rsid w:val="00F7671F"/>
    <w:rsid w:val="00F802CB"/>
    <w:rsid w:val="00F83B76"/>
    <w:rsid w:val="00F83C6C"/>
    <w:rsid w:val="00F845B2"/>
    <w:rsid w:val="00F848B1"/>
    <w:rsid w:val="00F85A04"/>
    <w:rsid w:val="00F85A40"/>
    <w:rsid w:val="00F86BA6"/>
    <w:rsid w:val="00F8788B"/>
    <w:rsid w:val="00F91118"/>
    <w:rsid w:val="00F91516"/>
    <w:rsid w:val="00F93638"/>
    <w:rsid w:val="00F93757"/>
    <w:rsid w:val="00F9442E"/>
    <w:rsid w:val="00FA0851"/>
    <w:rsid w:val="00FA33F9"/>
    <w:rsid w:val="00FB05B2"/>
    <w:rsid w:val="00FB3C48"/>
    <w:rsid w:val="00FB5BFF"/>
    <w:rsid w:val="00FB5DE8"/>
    <w:rsid w:val="00FB6342"/>
    <w:rsid w:val="00FC145C"/>
    <w:rsid w:val="00FC2121"/>
    <w:rsid w:val="00FC2155"/>
    <w:rsid w:val="00FC26FF"/>
    <w:rsid w:val="00FC2DCD"/>
    <w:rsid w:val="00FC5509"/>
    <w:rsid w:val="00FC6389"/>
    <w:rsid w:val="00FD13B6"/>
    <w:rsid w:val="00FD1AC6"/>
    <w:rsid w:val="00FD3042"/>
    <w:rsid w:val="00FD4F85"/>
    <w:rsid w:val="00FD501F"/>
    <w:rsid w:val="00FD54F7"/>
    <w:rsid w:val="00FD7E9B"/>
    <w:rsid w:val="00FE0825"/>
    <w:rsid w:val="00FE213A"/>
    <w:rsid w:val="00FE29C1"/>
    <w:rsid w:val="00FE5F22"/>
    <w:rsid w:val="00FE6AEC"/>
    <w:rsid w:val="00FE7751"/>
    <w:rsid w:val="00FF113B"/>
    <w:rsid w:val="00FF3719"/>
    <w:rsid w:val="00FF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F28323"/>
  <w14:defaultImageDpi w14:val="330"/>
  <w15:docId w15:val="{B187E2B5-F124-42B8-A88C-D9D830BE4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150F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C77F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77F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7F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C77F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C77F1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C77F1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77F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C77F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C77F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C7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77F1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C77F1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C77F1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C77F1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C77F1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C77F1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C77F1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C77F1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C77F1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C77F1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C77F1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C77F1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C77F1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C77F1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77F1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77F1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C77F1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C77F1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C77F1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C77F1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ormln"/>
    <w:link w:val="Nadpis2-1Char"/>
    <w:qFormat/>
    <w:rsid w:val="002B4BB7"/>
    <w:pPr>
      <w:keepNext/>
      <w:numPr>
        <w:numId w:val="1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B4BB7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B4BB7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B4BB7"/>
    <w:pPr>
      <w:numPr>
        <w:ilvl w:val="2"/>
        <w:numId w:val="1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A3D32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2B4BB7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2B4BB7"/>
    <w:rPr>
      <w:rFonts w:ascii="Verdana" w:hAnsi="Verdana"/>
    </w:rPr>
  </w:style>
  <w:style w:type="paragraph" w:customStyle="1" w:styleId="Titul2">
    <w:name w:val="_Titul_2"/>
    <w:basedOn w:val="Normln"/>
    <w:qFormat/>
    <w:rsid w:val="002B4BB7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2B4BB7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B4BB7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TabZTPbez">
    <w:name w:val="_Tab_ZTP_bez"/>
    <w:basedOn w:val="Mkatabulky"/>
    <w:uiPriority w:val="99"/>
    <w:rsid w:val="002B4BB7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B4BB7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B4BB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B4BB7"/>
    <w:pPr>
      <w:numPr>
        <w:ilvl w:val="1"/>
        <w:numId w:val="15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2B4BB7"/>
    <w:pPr>
      <w:keepNext/>
      <w:numPr>
        <w:numId w:val="15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2B4BB7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2B4BB7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2B4BB7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B4BB7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2B4BB7"/>
    <w:rPr>
      <w:rFonts w:ascii="Verdana" w:hAnsi="Verdana"/>
    </w:rPr>
  </w:style>
  <w:style w:type="paragraph" w:customStyle="1" w:styleId="Odrka1-2-">
    <w:name w:val="_Odrážka_1-2_-"/>
    <w:basedOn w:val="Odrka1-1"/>
    <w:qFormat/>
    <w:rsid w:val="002B4BB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B4BB7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2B4BB7"/>
    <w:pPr>
      <w:numPr>
        <w:numId w:val="13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2B4BB7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B4BB7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B4BB7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2B4BB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B4BB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B4BB7"/>
    <w:rPr>
      <w:rFonts w:ascii="Verdana" w:hAnsi="Verdana"/>
    </w:rPr>
  </w:style>
  <w:style w:type="paragraph" w:customStyle="1" w:styleId="Zkratky1">
    <w:name w:val="_Zkratky_1"/>
    <w:basedOn w:val="Normln"/>
    <w:qFormat/>
    <w:rsid w:val="002B4BB7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2B4BB7"/>
    <w:pPr>
      <w:numPr>
        <w:numId w:val="14"/>
      </w:numPr>
      <w:spacing w:after="60" w:line="264" w:lineRule="auto"/>
      <w:jc w:val="both"/>
    </w:pPr>
    <w:rPr>
      <w:sz w:val="16"/>
      <w:szCs w:val="18"/>
    </w:rPr>
  </w:style>
  <w:style w:type="paragraph" w:customStyle="1" w:styleId="Zkratky2">
    <w:name w:val="_Zkratky_2"/>
    <w:basedOn w:val="Normln"/>
    <w:qFormat/>
    <w:rsid w:val="002B4BB7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2B4BB7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2B4BB7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2B4BB7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2B4BB7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2B4BB7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2B4BB7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2B4BB7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2B4BB7"/>
    <w:pPr>
      <w:numPr>
        <w:numId w:val="17"/>
      </w:numPr>
    </w:pPr>
  </w:style>
  <w:style w:type="character" w:customStyle="1" w:styleId="ZTPinfo-text-odrChar">
    <w:name w:val="_ZTP_info-text-odr Char"/>
    <w:basedOn w:val="ZTPinfo-textChar"/>
    <w:link w:val="ZTPinfo-text-odr"/>
    <w:rsid w:val="002B4BB7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2B4BB7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2B4BB7"/>
    <w:rPr>
      <w:rFonts w:ascii="Verdana" w:hAnsi="Verdana"/>
    </w:rPr>
  </w:style>
  <w:style w:type="paragraph" w:customStyle="1" w:styleId="Odrka1-4">
    <w:name w:val="_Odrážka_1-4_•"/>
    <w:basedOn w:val="Odrka1-1"/>
    <w:qFormat/>
    <w:rsid w:val="002B4BB7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2B4BB7"/>
    <w:rPr>
      <w:rFonts w:ascii="Verdana" w:hAnsi="Verdana"/>
    </w:rPr>
  </w:style>
  <w:style w:type="paragraph" w:customStyle="1" w:styleId="Zpatvlevo">
    <w:name w:val="_Zápatí_vlevo"/>
    <w:basedOn w:val="Zpatvpravo"/>
    <w:qFormat/>
    <w:rsid w:val="002B4BB7"/>
    <w:pPr>
      <w:jc w:val="left"/>
    </w:pPr>
  </w:style>
  <w:style w:type="character" w:customStyle="1" w:styleId="Nzevakce">
    <w:name w:val="_Název_akce"/>
    <w:basedOn w:val="Standardnpsmoodstavce"/>
    <w:qFormat/>
    <w:rsid w:val="002B4BB7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2B4BB7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2B4BB7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2B4BB7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2B4BB7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2B4BB7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2B4BB7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2B4BB7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2B4BB7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2B4BB7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2B4BB7"/>
    <w:rPr>
      <w:rFonts w:ascii="Verdana" w:hAnsi="Verdana"/>
    </w:rPr>
  </w:style>
  <w:style w:type="table" w:customStyle="1" w:styleId="TabulkaS-zahlzap">
    <w:name w:val="_Tabulka_SŽ-zahl+zap"/>
    <w:basedOn w:val="Mkatabulky"/>
    <w:uiPriority w:val="99"/>
    <w:rsid w:val="002B4BB7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2B4BB7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2B4BB7"/>
    <w:pPr>
      <w:spacing w:before="20" w:after="20"/>
    </w:pPr>
    <w:rPr>
      <w:sz w:val="14"/>
    </w:rPr>
  </w:style>
  <w:style w:type="table" w:customStyle="1" w:styleId="TKPTabulka">
    <w:name w:val="_TKP_Tabulka"/>
    <w:basedOn w:val="Normlntabulka"/>
    <w:uiPriority w:val="99"/>
    <w:rsid w:val="002B4BB7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paragraph" w:customStyle="1" w:styleId="TabulkaNadpis">
    <w:name w:val="_Tabulka_Nadpis"/>
    <w:basedOn w:val="Textbezslovn"/>
    <w:qFormat/>
    <w:rsid w:val="002B4BB7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styleId="Svtltabulkasmkou1">
    <w:name w:val="Grid Table 1 Light"/>
    <w:basedOn w:val="Normlntabulka"/>
    <w:uiPriority w:val="46"/>
    <w:rsid w:val="00D1102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extbezslBEZMEZER">
    <w:name w:val="_Text_bez_čísl_BEZ_MEZER"/>
    <w:basedOn w:val="Textbezslovn"/>
    <w:link w:val="TextbezslBEZMEZERChar"/>
    <w:qFormat/>
    <w:rsid w:val="002B4BB7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2B4BB7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2B4BB7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2B4BB7"/>
    <w:rPr>
      <w:rFonts w:ascii="Verdana" w:hAnsi="Verdana"/>
    </w:rPr>
  </w:style>
  <w:style w:type="paragraph" w:customStyle="1" w:styleId="Kurzvacitace">
    <w:name w:val="Kurzíva (citace)"/>
    <w:basedOn w:val="Odstavecseseznamem"/>
    <w:qFormat/>
    <w:rsid w:val="00561678"/>
    <w:pPr>
      <w:spacing w:before="120" w:after="120"/>
      <w:ind w:left="425"/>
      <w:contextualSpacing w:val="0"/>
    </w:pPr>
    <w:rPr>
      <w:i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2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66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1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2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0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chy\OneDrive%20-%20SZDC\Plocha\ZTP_DOKUMENTACE_vzor_230711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34723C8-E7C0-4DC0-ACDF-B3E76999852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ZTP_DOKUMENTACE_vzor_230711.dotx</Template>
  <TotalTime>369</TotalTime>
  <Pages>1</Pages>
  <Words>2162</Words>
  <Characters>12758</Characters>
  <Application>Microsoft Office Word</Application>
  <DocSecurity>0</DocSecurity>
  <Lines>106</Lines>
  <Paragraphs>29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ZTP-DOK_230711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ZTP-DOK_230711</dc:title>
  <dc:subject/>
  <dc:creator>Tichý Petr, Ing.</dc:creator>
  <cp:keywords/>
  <dc:description/>
  <cp:lastModifiedBy>Tichý Petr  Ing.</cp:lastModifiedBy>
  <cp:revision>60</cp:revision>
  <cp:lastPrinted>2024-01-26T08:06:00Z</cp:lastPrinted>
  <dcterms:created xsi:type="dcterms:W3CDTF">2023-10-11T10:07:00Z</dcterms:created>
  <dcterms:modified xsi:type="dcterms:W3CDTF">2024-01-26T08:06:00Z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